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ddressTable"/>
        <w:tblpPr w:leftFromText="1134" w:rightFromText="5670" w:bottomFromText="160" w:horzAnchor="margin" w:tblpY="1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953812" w:rsidTr="00281047">
        <w:trPr>
          <w:cantSplit/>
          <w:trHeight w:hRule="exact" w:val="2000"/>
        </w:trPr>
        <w:tc>
          <w:tcPr>
            <w:tcW w:w="4820" w:type="dxa"/>
          </w:tcPr>
          <w:p w:rsidR="00430FE5" w:rsidRPr="00AD5A70" w:rsidRDefault="00AD5A70" w:rsidP="002818DF">
            <w:pPr>
              <w:rPr>
                <w:b/>
                <w:sz w:val="22"/>
                <w:szCs w:val="22"/>
              </w:rPr>
            </w:pPr>
            <w:r w:rsidRPr="00AD5A70">
              <w:rPr>
                <w:b/>
                <w:sz w:val="22"/>
                <w:szCs w:val="22"/>
              </w:rPr>
              <w:t>An die Bieter</w:t>
            </w:r>
          </w:p>
        </w:tc>
      </w:tr>
    </w:tbl>
    <w:tbl>
      <w:tblPr>
        <w:tblStyle w:val="LayoutTable"/>
        <w:tblpPr w:horzAnchor="page" w:tblpX="9368" w:tblpY="2161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</w:tblGrid>
      <w:tr w:rsidR="005D48AD" w:rsidTr="00553127">
        <w:trPr>
          <w:trHeight w:val="1320"/>
        </w:trPr>
        <w:tc>
          <w:tcPr>
            <w:tcW w:w="2268" w:type="dxa"/>
          </w:tcPr>
          <w:p w:rsidR="005D48AD" w:rsidRDefault="00BB03D7" w:rsidP="00553127">
            <w:pPr>
              <w:pStyle w:val="Infotext"/>
            </w:pPr>
            <w:r>
              <w:t xml:space="preserve">Abteilung </w:t>
            </w:r>
            <w:r w:rsidR="00175FDB">
              <w:t>I</w:t>
            </w:r>
            <w:r>
              <w:t>I</w:t>
            </w:r>
          </w:p>
          <w:p w:rsidR="00383179" w:rsidRDefault="00175FDB" w:rsidP="00553127">
            <w:pPr>
              <w:pStyle w:val="Infotextfett"/>
              <w:framePr w:wrap="auto" w:hAnchor="text" w:xAlign="left" w:yAlign="inline"/>
            </w:pPr>
            <w:r>
              <w:t>Finanzen</w:t>
            </w:r>
          </w:p>
        </w:tc>
      </w:tr>
      <w:tr w:rsidR="005D318A" w:rsidRPr="00C55D1F" w:rsidTr="00553127">
        <w:trPr>
          <w:trHeight w:hRule="exact" w:val="2200"/>
        </w:trPr>
        <w:tc>
          <w:tcPr>
            <w:tcW w:w="2268" w:type="dxa"/>
            <w:vAlign w:val="bottom"/>
          </w:tcPr>
          <w:p w:rsidR="005D318A" w:rsidRDefault="00C55D1F" w:rsidP="00553127">
            <w:pPr>
              <w:pStyle w:val="Infotext"/>
            </w:pPr>
            <w:r>
              <w:t>Daniela Hirsch</w:t>
            </w:r>
          </w:p>
          <w:p w:rsidR="00D30111" w:rsidRDefault="00C55D1F" w:rsidP="00553127">
            <w:pPr>
              <w:pStyle w:val="Infotext"/>
            </w:pPr>
            <w:r>
              <w:t>Einkauf</w:t>
            </w:r>
          </w:p>
          <w:p w:rsidR="00D30111" w:rsidRDefault="00D30111" w:rsidP="00553127">
            <w:pPr>
              <w:pStyle w:val="Infotext"/>
            </w:pPr>
          </w:p>
          <w:p w:rsidR="00D30111" w:rsidRDefault="00D30111" w:rsidP="00553127">
            <w:pPr>
              <w:pStyle w:val="Infotext"/>
            </w:pPr>
            <w:r>
              <w:t>T</w:t>
            </w:r>
            <w:r>
              <w:tab/>
              <w:t>+49 821 5586-</w:t>
            </w:r>
            <w:r w:rsidR="00C55D1F">
              <w:t>3297</w:t>
            </w:r>
          </w:p>
          <w:p w:rsidR="00383179" w:rsidRPr="00AD5A70" w:rsidRDefault="00383179" w:rsidP="00553127">
            <w:pPr>
              <w:pStyle w:val="Infotext"/>
            </w:pPr>
            <w:r w:rsidRPr="00AD5A70">
              <w:t>F</w:t>
            </w:r>
            <w:r w:rsidRPr="00AD5A70">
              <w:tab/>
              <w:t>+49 821 5586-</w:t>
            </w:r>
            <w:r w:rsidR="00C55D1F" w:rsidRPr="00AD5A70">
              <w:t>3252</w:t>
            </w:r>
          </w:p>
          <w:p w:rsidR="00383179" w:rsidRPr="00AD5A70" w:rsidRDefault="00C55D1F" w:rsidP="00553127">
            <w:pPr>
              <w:pStyle w:val="Infotext"/>
            </w:pPr>
            <w:r w:rsidRPr="00AD5A70">
              <w:t>Daniela.Hirsch</w:t>
            </w:r>
            <w:r w:rsidR="00383179" w:rsidRPr="00AD5A70">
              <w:t>@tha.de</w:t>
            </w:r>
          </w:p>
          <w:p w:rsidR="00383179" w:rsidRPr="00AD5A70" w:rsidRDefault="00383179" w:rsidP="00553127">
            <w:pPr>
              <w:pStyle w:val="Infotext"/>
            </w:pPr>
            <w:r w:rsidRPr="00AD5A70">
              <w:t>www.tha.de</w:t>
            </w:r>
          </w:p>
        </w:tc>
      </w:tr>
    </w:tbl>
    <w:tbl>
      <w:tblPr>
        <w:tblStyle w:val="LayoutTable"/>
        <w:tblW w:w="7086" w:type="dxa"/>
        <w:tblLayout w:type="fixed"/>
        <w:tblLook w:val="04A0" w:firstRow="1" w:lastRow="0" w:firstColumn="1" w:lastColumn="0" w:noHBand="0" w:noVBand="1"/>
      </w:tblPr>
      <w:tblGrid>
        <w:gridCol w:w="1417"/>
        <w:gridCol w:w="283"/>
        <w:gridCol w:w="2835"/>
        <w:gridCol w:w="283"/>
        <w:gridCol w:w="2268"/>
      </w:tblGrid>
      <w:tr w:rsidR="00430FE5" w:rsidTr="00281047">
        <w:trPr>
          <w:trHeight w:hRule="exact" w:val="270"/>
        </w:trPr>
        <w:tc>
          <w:tcPr>
            <w:tcW w:w="1417" w:type="dxa"/>
          </w:tcPr>
          <w:p w:rsidR="00430FE5" w:rsidRDefault="005D318A" w:rsidP="00021909">
            <w:pPr>
              <w:pStyle w:val="Infotext"/>
            </w:pPr>
            <w:r>
              <w:t>Aktenzeichen</w:t>
            </w:r>
          </w:p>
        </w:tc>
        <w:tc>
          <w:tcPr>
            <w:tcW w:w="283" w:type="dxa"/>
          </w:tcPr>
          <w:p w:rsidR="00430FE5" w:rsidRDefault="00430FE5" w:rsidP="00021909">
            <w:pPr>
              <w:pStyle w:val="Infotext"/>
            </w:pPr>
          </w:p>
        </w:tc>
        <w:tc>
          <w:tcPr>
            <w:tcW w:w="2835" w:type="dxa"/>
          </w:tcPr>
          <w:p w:rsidR="00430FE5" w:rsidRDefault="005D318A" w:rsidP="00021909">
            <w:pPr>
              <w:pStyle w:val="Infotext"/>
            </w:pPr>
            <w:r>
              <w:t>Ihr Schreiben vom / Ihr Zeichen</w:t>
            </w:r>
          </w:p>
        </w:tc>
        <w:tc>
          <w:tcPr>
            <w:tcW w:w="283" w:type="dxa"/>
          </w:tcPr>
          <w:p w:rsidR="00430FE5" w:rsidRDefault="00430FE5" w:rsidP="00021909">
            <w:pPr>
              <w:pStyle w:val="Infotext"/>
            </w:pPr>
          </w:p>
        </w:tc>
        <w:tc>
          <w:tcPr>
            <w:tcW w:w="2268" w:type="dxa"/>
          </w:tcPr>
          <w:p w:rsidR="00430FE5" w:rsidRDefault="005D318A" w:rsidP="00021909">
            <w:pPr>
              <w:pStyle w:val="Infotext"/>
            </w:pPr>
            <w:r>
              <w:t>Augsburg, den</w:t>
            </w:r>
          </w:p>
        </w:tc>
      </w:tr>
      <w:tr w:rsidR="00430FE5" w:rsidTr="00281047">
        <w:trPr>
          <w:trHeight w:hRule="exact" w:val="540"/>
        </w:trPr>
        <w:tc>
          <w:tcPr>
            <w:tcW w:w="1417" w:type="dxa"/>
          </w:tcPr>
          <w:p w:rsidR="00281047" w:rsidRDefault="00C55D1F" w:rsidP="00430FE5">
            <w:r>
              <w:t>Hi/03.04.03</w:t>
            </w:r>
          </w:p>
        </w:tc>
        <w:tc>
          <w:tcPr>
            <w:tcW w:w="283" w:type="dxa"/>
          </w:tcPr>
          <w:p w:rsidR="00430FE5" w:rsidRDefault="00430FE5" w:rsidP="00430FE5"/>
        </w:tc>
        <w:tc>
          <w:tcPr>
            <w:tcW w:w="2835" w:type="dxa"/>
          </w:tcPr>
          <w:p w:rsidR="00430FE5" w:rsidRDefault="00FA3413" w:rsidP="00430FE5">
            <w:sdt>
              <w:sdtPr>
                <w:id w:val="-629478007"/>
                <w:placeholder>
                  <w:docPart w:val="A392487679654E3EA206306D9FEF8C69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C55D1F">
                  <w:rPr>
                    <w:rStyle w:val="Platzhaltertext"/>
                  </w:rPr>
                  <w:t>[TT.MM.JJJJ]</w:t>
                </w:r>
              </w:sdtContent>
            </w:sdt>
            <w:r w:rsidR="00383179">
              <w:t xml:space="preserve"> </w:t>
            </w:r>
          </w:p>
        </w:tc>
        <w:tc>
          <w:tcPr>
            <w:tcW w:w="283" w:type="dxa"/>
          </w:tcPr>
          <w:p w:rsidR="00430FE5" w:rsidRDefault="00430FE5" w:rsidP="00430FE5"/>
        </w:tc>
        <w:tc>
          <w:tcPr>
            <w:tcW w:w="2268" w:type="dxa"/>
          </w:tcPr>
          <w:p w:rsidR="00430FE5" w:rsidRDefault="00FA3413" w:rsidP="00430FE5">
            <w:sdt>
              <w:sdtPr>
                <w:alias w:val="Datum"/>
                <w:tag w:val="Datum"/>
                <w:id w:val="857933199"/>
                <w:placeholder>
                  <w:docPart w:val="130898EB00E54CE8BDE80BD8ADD8F9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>
                  <w:t>??.??</w:t>
                </w:r>
                <w:r w:rsidR="00BD3AFD" w:rsidRPr="00170C0E">
                  <w:t>.2024</w:t>
                </w:r>
              </w:sdtContent>
            </w:sdt>
          </w:p>
        </w:tc>
      </w:tr>
      <w:tr w:rsidR="00383179" w:rsidTr="00553127">
        <w:trPr>
          <w:trHeight w:hRule="exact" w:val="1620"/>
        </w:trPr>
        <w:tc>
          <w:tcPr>
            <w:tcW w:w="7086" w:type="dxa"/>
            <w:gridSpan w:val="5"/>
          </w:tcPr>
          <w:p w:rsidR="00383179" w:rsidRDefault="00FA3413" w:rsidP="0040495E">
            <w:pPr>
              <w:pStyle w:val="Titel"/>
            </w:pPr>
            <w:sdt>
              <w:sdtPr>
                <w:rPr>
                  <w:rFonts w:ascii="Arial" w:eastAsia="Times New Roman" w:hAnsi="Arial" w:cs="Times New Roman"/>
                  <w:kern w:val="0"/>
                  <w:sz w:val="20"/>
                  <w:szCs w:val="20"/>
                  <w:lang w:eastAsia="de-DE"/>
                </w:rPr>
                <w:alias w:val="Betreff"/>
                <w:tag w:val=""/>
                <w:id w:val="1973545342"/>
                <w:placeholder>
                  <w:docPart w:val="C0052FCE712F460FA1BBDEF117FB3A5A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>
                  <w:rPr>
                    <w:rFonts w:ascii="Arial" w:eastAsia="Times New Roman" w:hAnsi="Arial" w:cs="Times New Roman"/>
                    <w:kern w:val="0"/>
                    <w:sz w:val="20"/>
                    <w:szCs w:val="20"/>
                    <w:lang w:eastAsia="de-DE"/>
                  </w:rPr>
                  <w:t>Angebotsanfrage</w:t>
                </w:r>
              </w:sdtContent>
            </w:sdt>
            <w:r w:rsidR="00553127">
              <w:t xml:space="preserve"> </w:t>
            </w:r>
          </w:p>
        </w:tc>
      </w:tr>
    </w:tbl>
    <w:p w:rsidR="00C55D1F" w:rsidRPr="0069099E" w:rsidRDefault="00C55D1F" w:rsidP="00C55D1F">
      <w:pPr>
        <w:pStyle w:val="Textkrper"/>
        <w:rPr>
          <w:sz w:val="20"/>
        </w:rPr>
      </w:pPr>
      <w:r w:rsidRPr="0069099E">
        <w:rPr>
          <w:sz w:val="20"/>
        </w:rPr>
        <w:t xml:space="preserve">Sehr geehrte </w:t>
      </w:r>
      <w:r>
        <w:rPr>
          <w:sz w:val="20"/>
        </w:rPr>
        <w:t>Damen und Herren</w:t>
      </w:r>
      <w:r w:rsidRPr="0069099E">
        <w:rPr>
          <w:sz w:val="20"/>
        </w:rPr>
        <w:t>,</w:t>
      </w:r>
    </w:p>
    <w:p w:rsidR="00C55D1F" w:rsidRPr="0069099E" w:rsidRDefault="00C55D1F" w:rsidP="00C55D1F">
      <w:pPr>
        <w:spacing w:line="280" w:lineRule="exact"/>
        <w:rPr>
          <w:sz w:val="20"/>
        </w:rPr>
      </w:pPr>
    </w:p>
    <w:p w:rsidR="0040495E" w:rsidRDefault="00FA3413" w:rsidP="0040495E">
      <w:pPr>
        <w:tabs>
          <w:tab w:val="left" w:pos="284"/>
          <w:tab w:val="left" w:pos="1560"/>
          <w:tab w:val="left" w:pos="3544"/>
          <w:tab w:val="left" w:pos="5387"/>
        </w:tabs>
        <w:spacing w:line="280" w:lineRule="exact"/>
        <w:jc w:val="both"/>
        <w:rPr>
          <w:sz w:val="20"/>
        </w:rPr>
      </w:pPr>
      <w:r w:rsidRPr="00685497">
        <w:t xml:space="preserve">die </w:t>
      </w:r>
      <w:r>
        <w:t xml:space="preserve">Technische </w:t>
      </w:r>
      <w:r w:rsidRPr="00685497">
        <w:t xml:space="preserve">Hochschule Augsburg beabsichtigt im Rahmen einer Verhandlungsvergabe nach der Unterschwellenvergabeordnung auf der Grundlage der Allgemeinen Auftragsbedingungen der </w:t>
      </w:r>
      <w:r>
        <w:t xml:space="preserve">Technischen </w:t>
      </w:r>
      <w:r w:rsidRPr="00685497">
        <w:t xml:space="preserve">Hochschule Augsburg </w:t>
      </w:r>
      <w:r>
        <w:rPr>
          <w:b/>
        </w:rPr>
        <w:t>https://www.tha.de/AAB</w:t>
      </w:r>
      <w:r w:rsidRPr="00FA0E60">
        <w:t xml:space="preserve"> </w:t>
      </w:r>
      <w:r w:rsidRPr="00685497">
        <w:t>und der Vertragsbedingungen für die Ausführung von Leistungen (VOL/B) nachfolgende Leistung zu vergeben:</w:t>
      </w: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Pr="00685497" w:rsidRDefault="00FA3413" w:rsidP="00FA3413">
      <w:pPr>
        <w:pStyle w:val="Textkrper"/>
      </w:pPr>
      <w:r w:rsidRPr="006854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7A0F4" wp14:editId="18866DDC">
                <wp:simplePos x="0" y="0"/>
                <wp:positionH relativeFrom="margin">
                  <wp:posOffset>-18415</wp:posOffset>
                </wp:positionH>
                <wp:positionV relativeFrom="paragraph">
                  <wp:posOffset>245745</wp:posOffset>
                </wp:positionV>
                <wp:extent cx="4968240" cy="1699260"/>
                <wp:effectExtent l="0" t="0" r="22860" b="1524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169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3413" w:rsidRDefault="00FA3413" w:rsidP="00FA34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7A0F4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-1.45pt;margin-top:19.35pt;width:391.2pt;height:13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" fillcolor="white [3201]" strokeweight=".5pt">
                <v:textbox>
                  <w:txbxContent>
                    <w:p w:rsidR="00FA3413" w:rsidRDefault="00FA3413" w:rsidP="00FA3413"/>
                  </w:txbxContent>
                </v:textbox>
                <w10:wrap anchorx="margin"/>
              </v:shape>
            </w:pict>
          </mc:Fallback>
        </mc:AlternateContent>
      </w:r>
      <w:r w:rsidRPr="00685497">
        <w:t>Leistungsbeschreibung:</w:t>
      </w:r>
    </w:p>
    <w:p w:rsidR="00FA3413" w:rsidRPr="00685497" w:rsidRDefault="00FA3413" w:rsidP="00FA3413">
      <w:pPr>
        <w:pStyle w:val="Textkrper"/>
      </w:pPr>
    </w:p>
    <w:p w:rsidR="00FA3413" w:rsidRPr="00685497" w:rsidRDefault="00FA3413" w:rsidP="00FA3413">
      <w:pPr>
        <w:pStyle w:val="Textkrper"/>
      </w:pPr>
    </w:p>
    <w:p w:rsidR="00FA3413" w:rsidRPr="00685497" w:rsidRDefault="00FA3413" w:rsidP="00FA3413">
      <w:pPr>
        <w:pStyle w:val="Textkrper"/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</w:pPr>
    </w:p>
    <w:p w:rsidR="00FA3413" w:rsidRDefault="00FA3413" w:rsidP="0040495E">
      <w:pPr>
        <w:tabs>
          <w:tab w:val="left" w:pos="284"/>
          <w:tab w:val="left" w:pos="1560"/>
          <w:tab w:val="left" w:pos="3544"/>
          <w:tab w:val="left" w:pos="4111"/>
        </w:tabs>
        <w:spacing w:line="280" w:lineRule="exact"/>
        <w:jc w:val="both"/>
        <w:rPr>
          <w:sz w:val="20"/>
        </w:rPr>
        <w:sectPr w:rsidR="00FA3413" w:rsidSect="002818D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175" w:right="3686" w:bottom="1418" w:left="1134" w:header="567" w:footer="680" w:gutter="0"/>
          <w:cols w:space="708"/>
          <w:titlePg/>
          <w:docGrid w:linePitch="360"/>
        </w:sectPr>
      </w:pPr>
    </w:p>
    <w:p w:rsidR="00FA3413" w:rsidRDefault="00FA3413" w:rsidP="00FA3413">
      <w:pPr>
        <w:pStyle w:val="Textkrper"/>
      </w:pPr>
      <w:r>
        <w:lastRenderedPageBreak/>
        <w:t xml:space="preserve">Lieferanschrift:    </w:t>
      </w:r>
      <w:sdt>
        <w:sdtPr>
          <w:id w:val="-31634500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>
        <w:t xml:space="preserve">Technische </w:t>
      </w:r>
      <w:r>
        <w:t>Hochschule Augsburg, An der Hochschule 1, 86161 Augsburg</w:t>
      </w:r>
    </w:p>
    <w:p w:rsidR="00FA3413" w:rsidRPr="00685497" w:rsidRDefault="00FA3413" w:rsidP="00FA3413">
      <w:pPr>
        <w:pStyle w:val="Textkrper"/>
      </w:pPr>
    </w:p>
    <w:p w:rsidR="00FA3413" w:rsidRDefault="00FA3413" w:rsidP="00FA3413">
      <w:pPr>
        <w:pStyle w:val="Textkrper"/>
      </w:pPr>
      <w:r>
        <w:t>Angebotswertung:</w:t>
      </w:r>
    </w:p>
    <w:p w:rsidR="00FA3413" w:rsidRPr="00685497" w:rsidRDefault="00FA3413" w:rsidP="00FA3413">
      <w:pPr>
        <w:pStyle w:val="Textkrper"/>
      </w:pPr>
      <w:sdt>
        <w:sdtPr>
          <w:id w:val="2666666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Zuschlagskriterium Preis</w:t>
      </w:r>
    </w:p>
    <w:p w:rsidR="00FA3413" w:rsidRDefault="00FA3413" w:rsidP="00FA3413">
      <w:pPr>
        <w:pStyle w:val="Textkrper"/>
      </w:pPr>
      <w:r>
        <w:t>Der Preis wird aus der Wertungssumme des Angebots ermittelt. Die Wertungssummen werden ermittelt aus den nachgerechneten Angebotssummen, insbesondere unter Berücksichtigung von Nachlässen.</w:t>
      </w:r>
    </w:p>
    <w:p w:rsidR="00FA3413" w:rsidRPr="00685497" w:rsidRDefault="00FA3413" w:rsidP="00FA3413">
      <w:pPr>
        <w:pStyle w:val="Textkrper"/>
      </w:pPr>
    </w:p>
    <w:p w:rsidR="00FA3413" w:rsidRDefault="00FA3413" w:rsidP="00FA3413">
      <w:pPr>
        <w:pStyle w:val="Textkrper"/>
      </w:pPr>
      <w:r>
        <w:t>Wir bitten um Abgabe eines Angebots auf der Grundlage der Leistungsbeschreibung.</w:t>
      </w:r>
    </w:p>
    <w:p w:rsidR="00FA3413" w:rsidRDefault="00FA3413" w:rsidP="00FA3413">
      <w:pPr>
        <w:pStyle w:val="Textkrper"/>
        <w:jc w:val="both"/>
      </w:pPr>
    </w:p>
    <w:p w:rsidR="00FA3413" w:rsidRDefault="00FA3413" w:rsidP="00FA3413">
      <w:pPr>
        <w:pStyle w:val="Textkrper"/>
      </w:pPr>
      <w:r w:rsidRPr="00CC2421">
        <w:rPr>
          <w:b/>
        </w:rPr>
        <w:t>Ende der Angebotsfrist:</w:t>
      </w:r>
      <w:r>
        <w:t xml:space="preserve"> </w:t>
      </w:r>
      <w:sdt>
        <w:sdtPr>
          <w:id w:val="1461839986"/>
          <w:placeholder>
            <w:docPart w:val="F5D516F703A74449AEA40460797794CA"/>
          </w:placeholder>
          <w:showingPlcHdr/>
          <w:date w:fullDate="2020-10-26T00:00:00Z">
            <w:dateFormat w:val="dd.MM.yyyy"/>
            <w:lid w:val="de-DE"/>
            <w:storeMappedDataAs w:val="dateTime"/>
            <w:calendar w:val="gregorian"/>
          </w:date>
        </w:sdtPr>
        <w:sdtContent>
          <w:r w:rsidRPr="004F099F">
            <w:rPr>
              <w:rStyle w:val="Platzhaltertext"/>
            </w:rPr>
            <w:t>Klicken oder tippen Sie, um ein Datum einzugeben.</w:t>
          </w:r>
        </w:sdtContent>
      </w:sdt>
    </w:p>
    <w:p w:rsidR="00FA3413" w:rsidRPr="00685497" w:rsidRDefault="00FA3413" w:rsidP="00FA3413">
      <w:pPr>
        <w:pStyle w:val="Textkrper"/>
      </w:pPr>
      <w:r w:rsidRPr="00CC2421">
        <w:rPr>
          <w:b/>
        </w:rPr>
        <w:t>Ende der Bindefrist:</w:t>
      </w:r>
      <w:sdt>
        <w:sdtPr>
          <w:id w:val="1702812455"/>
          <w:placeholder>
            <w:docPart w:val="F5D516F703A74449AEA40460797794CA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4F099F">
            <w:rPr>
              <w:rStyle w:val="Platzhaltertext"/>
            </w:rPr>
            <w:t>Klicken oder tippen Sie, um ein Datum einzugeben.</w:t>
          </w:r>
        </w:sdtContent>
      </w:sdt>
    </w:p>
    <w:p w:rsidR="00FA3413" w:rsidRPr="00685497" w:rsidRDefault="00FA3413" w:rsidP="00FA3413">
      <w:pPr>
        <w:pStyle w:val="Textkrper"/>
      </w:pPr>
    </w:p>
    <w:p w:rsidR="00FA3413" w:rsidRDefault="00FA3413" w:rsidP="00FA3413">
      <w:pPr>
        <w:pStyle w:val="Textkrper"/>
      </w:pPr>
      <w:r>
        <w:t>Dem Angebot sind folgende Unterlagen beizufügen:</w:t>
      </w:r>
    </w:p>
    <w:p w:rsidR="00FA3413" w:rsidRDefault="00FA3413" w:rsidP="00FA3413">
      <w:pPr>
        <w:pStyle w:val="Textkrper"/>
      </w:pPr>
      <w:sdt>
        <w:sdtPr>
          <w:id w:val="56468984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Eigenerklärungen § 33 </w:t>
      </w:r>
      <w:proofErr w:type="spellStart"/>
      <w:r>
        <w:t>UVgO+KMU+Inklusion</w:t>
      </w:r>
      <w:proofErr w:type="spellEnd"/>
      <w:r>
        <w:t>, § 123 + § 124 GWB, § 128 GWB (siehe Anlage)</w:t>
      </w:r>
    </w:p>
    <w:p w:rsidR="00FA3413" w:rsidRPr="00685497" w:rsidRDefault="00FA3413" w:rsidP="00FA3413">
      <w:pPr>
        <w:pStyle w:val="Textkrper"/>
      </w:pPr>
      <w:sdt>
        <w:sdtPr>
          <w:id w:val="-22961744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Erklärung zu Nachunternehmen</w:t>
      </w:r>
    </w:p>
    <w:p w:rsidR="00FA3413" w:rsidRPr="00685497" w:rsidRDefault="00FA3413" w:rsidP="00FA3413">
      <w:pPr>
        <w:pStyle w:val="Textkrper"/>
      </w:pPr>
      <w:sdt>
        <w:sdtPr>
          <w:id w:val="24955148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Referenzen (siehe Anlage)</w:t>
      </w:r>
    </w:p>
    <w:p w:rsidR="00FA3413" w:rsidRDefault="00FA3413" w:rsidP="00FA3413">
      <w:pPr>
        <w:pStyle w:val="Textkrper"/>
      </w:pPr>
    </w:p>
    <w:p w:rsidR="00FA3413" w:rsidRPr="00685497" w:rsidRDefault="00FA3413" w:rsidP="00FA3413">
      <w:pPr>
        <w:pStyle w:val="Textkrper"/>
      </w:pPr>
    </w:p>
    <w:p w:rsidR="00FA3413" w:rsidRDefault="00FA3413" w:rsidP="00FA3413">
      <w:pPr>
        <w:pStyle w:val="Textkrper"/>
      </w:pPr>
      <w:r>
        <w:t>Angebot (vom Bieter auszufüllen):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941"/>
        <w:gridCol w:w="1173"/>
        <w:gridCol w:w="979"/>
        <w:gridCol w:w="1216"/>
        <w:gridCol w:w="2339"/>
        <w:gridCol w:w="1357"/>
        <w:gridCol w:w="1488"/>
      </w:tblGrid>
      <w:tr w:rsidR="00FA3413" w:rsidTr="0014492F">
        <w:tc>
          <w:tcPr>
            <w:tcW w:w="714" w:type="dxa"/>
          </w:tcPr>
          <w:p w:rsidR="00FA3413" w:rsidRDefault="00FA3413" w:rsidP="0014492F">
            <w:pPr>
              <w:pStyle w:val="Textkrper"/>
            </w:pPr>
            <w:r>
              <w:t>Pos.</w:t>
            </w:r>
          </w:p>
        </w:tc>
        <w:tc>
          <w:tcPr>
            <w:tcW w:w="982" w:type="dxa"/>
          </w:tcPr>
          <w:p w:rsidR="00FA3413" w:rsidRDefault="00FA3413" w:rsidP="0014492F">
            <w:pPr>
              <w:pStyle w:val="Textkrper"/>
            </w:pPr>
            <w:r>
              <w:t>Menge</w:t>
            </w:r>
          </w:p>
        </w:tc>
        <w:tc>
          <w:tcPr>
            <w:tcW w:w="993" w:type="dxa"/>
          </w:tcPr>
          <w:p w:rsidR="00FA3413" w:rsidRDefault="00FA3413" w:rsidP="0014492F">
            <w:pPr>
              <w:pStyle w:val="Textkrper"/>
            </w:pPr>
            <w:r>
              <w:t>Einheit</w:t>
            </w:r>
          </w:p>
        </w:tc>
        <w:tc>
          <w:tcPr>
            <w:tcW w:w="1275" w:type="dxa"/>
          </w:tcPr>
          <w:p w:rsidR="00FA3413" w:rsidRDefault="00FA3413" w:rsidP="0014492F">
            <w:pPr>
              <w:pStyle w:val="Textkrper"/>
            </w:pPr>
            <w:r>
              <w:t>Artikel-Nr.</w:t>
            </w:r>
          </w:p>
        </w:tc>
        <w:tc>
          <w:tcPr>
            <w:tcW w:w="2552" w:type="dxa"/>
          </w:tcPr>
          <w:p w:rsidR="00FA3413" w:rsidRDefault="00FA3413" w:rsidP="0014492F">
            <w:pPr>
              <w:pStyle w:val="Textkrper"/>
            </w:pPr>
            <w:r>
              <w:t>Gegenstand</w:t>
            </w:r>
          </w:p>
        </w:tc>
        <w:tc>
          <w:tcPr>
            <w:tcW w:w="1417" w:type="dxa"/>
          </w:tcPr>
          <w:p w:rsidR="00FA3413" w:rsidRDefault="00FA3413" w:rsidP="0014492F">
            <w:pPr>
              <w:pStyle w:val="Textkrper"/>
            </w:pPr>
            <w:r>
              <w:t>Einzelpreis in € netto</w:t>
            </w: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  <w:r>
              <w:t>Gesamtpreis in € netto</w:t>
            </w:r>
          </w:p>
        </w:tc>
      </w:tr>
      <w:tr w:rsidR="00FA3413" w:rsidTr="0014492F">
        <w:tc>
          <w:tcPr>
            <w:tcW w:w="714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982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993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275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2552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417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14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982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993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275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2552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417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14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982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993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275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2552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417" w:type="dxa"/>
          </w:tcPr>
          <w:p w:rsidR="00FA3413" w:rsidRDefault="00FA3413" w:rsidP="0014492F">
            <w:pPr>
              <w:pStyle w:val="Textkrper"/>
            </w:pP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933" w:type="dxa"/>
            <w:gridSpan w:val="6"/>
          </w:tcPr>
          <w:p w:rsidR="00FA3413" w:rsidRDefault="00FA3413" w:rsidP="0014492F">
            <w:pPr>
              <w:pStyle w:val="Textkrper"/>
            </w:pPr>
            <w:r>
              <w:t>Zwischensumme netto</w:t>
            </w: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933" w:type="dxa"/>
            <w:gridSpan w:val="6"/>
          </w:tcPr>
          <w:p w:rsidR="00FA3413" w:rsidRDefault="00FA3413" w:rsidP="0014492F">
            <w:pPr>
              <w:pStyle w:val="Textkrper"/>
            </w:pPr>
            <w:r>
              <w:t>./. Rabatt</w:t>
            </w: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933" w:type="dxa"/>
            <w:gridSpan w:val="6"/>
          </w:tcPr>
          <w:p w:rsidR="00FA3413" w:rsidRDefault="00FA3413" w:rsidP="0014492F">
            <w:pPr>
              <w:pStyle w:val="Textkrper"/>
            </w:pPr>
            <w:r>
              <w:t>Gesamtpreis netto</w:t>
            </w: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933" w:type="dxa"/>
            <w:gridSpan w:val="6"/>
          </w:tcPr>
          <w:p w:rsidR="00FA3413" w:rsidRDefault="00FA3413" w:rsidP="0014492F">
            <w:pPr>
              <w:pStyle w:val="Textkrper"/>
            </w:pPr>
            <w:r>
              <w:t>+ 19 % MWST</w:t>
            </w: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  <w:tr w:rsidR="00FA3413" w:rsidTr="0014492F">
        <w:tc>
          <w:tcPr>
            <w:tcW w:w="7933" w:type="dxa"/>
            <w:gridSpan w:val="6"/>
          </w:tcPr>
          <w:p w:rsidR="00FA3413" w:rsidRDefault="00FA3413" w:rsidP="0014492F">
            <w:pPr>
              <w:pStyle w:val="Textkrper"/>
            </w:pPr>
            <w:r>
              <w:t>Gesamtpreis brutto</w:t>
            </w:r>
          </w:p>
        </w:tc>
        <w:tc>
          <w:tcPr>
            <w:tcW w:w="1560" w:type="dxa"/>
          </w:tcPr>
          <w:p w:rsidR="00FA3413" w:rsidRDefault="00FA3413" w:rsidP="0014492F">
            <w:pPr>
              <w:pStyle w:val="Textkrper"/>
            </w:pPr>
          </w:p>
        </w:tc>
      </w:tr>
    </w:tbl>
    <w:p w:rsidR="00FA3413" w:rsidRDefault="00FA3413" w:rsidP="00FA3413">
      <w:pPr>
        <w:pStyle w:val="Textkrper"/>
        <w:jc w:val="both"/>
      </w:pPr>
      <w:r>
        <w:t>(ggf. bitte Liste der angefragten Positionen beifügen)</w:t>
      </w:r>
    </w:p>
    <w:p w:rsidR="00FA3413" w:rsidRDefault="00FA3413" w:rsidP="00FA3413">
      <w:pPr>
        <w:pStyle w:val="Textkrper"/>
        <w:jc w:val="both"/>
      </w:pPr>
    </w:p>
    <w:p w:rsidR="00FA3413" w:rsidRPr="00685497" w:rsidRDefault="00FA3413" w:rsidP="00FA3413">
      <w:pPr>
        <w:pStyle w:val="Textkrper"/>
      </w:pPr>
      <w:r>
        <w:t>Zahlung: ___ % Skonto innerhalb ___ Tagen</w:t>
      </w:r>
    </w:p>
    <w:p w:rsidR="00FA3413" w:rsidRPr="00685497" w:rsidRDefault="00FA3413" w:rsidP="00FA3413">
      <w:pPr>
        <w:pStyle w:val="Textkrper"/>
      </w:pPr>
      <w:r>
        <w:t xml:space="preserve">Lieferzeit: </w:t>
      </w:r>
      <w:sdt>
        <w:sdtPr>
          <w:rPr>
            <w:b/>
          </w:rPr>
          <w:id w:val="682011147"/>
          <w:placeholder>
            <w:docPart w:val="1C1B4419005144819081A37350DA3AB1"/>
          </w:placeholder>
          <w:showingPlcHdr/>
          <w:text/>
        </w:sdtPr>
        <w:sdtContent>
          <w:r w:rsidRPr="004F099F">
            <w:rPr>
              <w:rStyle w:val="Platzhaltertext"/>
            </w:rPr>
            <w:t>Klicken oder tippen Sie hier, um Text einzugeben.</w:t>
          </w:r>
        </w:sdtContent>
      </w:sdt>
    </w:p>
    <w:p w:rsidR="00FA3413" w:rsidRDefault="00FA3413" w:rsidP="00FA3413">
      <w:pPr>
        <w:pStyle w:val="Textkrper"/>
      </w:pPr>
    </w:p>
    <w:p w:rsidR="00FA3413" w:rsidRPr="00685497" w:rsidRDefault="00FA3413" w:rsidP="00FA3413">
      <w:pPr>
        <w:pStyle w:val="Textkrper"/>
        <w:tabs>
          <w:tab w:val="clear" w:pos="1701"/>
          <w:tab w:val="clear" w:pos="6180"/>
          <w:tab w:val="left" w:pos="5954"/>
        </w:tabs>
      </w:pPr>
      <w:r>
        <w:t>______________________</w:t>
      </w:r>
      <w:r>
        <w:tab/>
        <w:t>_______________________</w:t>
      </w:r>
    </w:p>
    <w:p w:rsidR="00FA3413" w:rsidRPr="00D96EB0" w:rsidRDefault="00FA3413" w:rsidP="00FA3413">
      <w:pPr>
        <w:pStyle w:val="Textkrper"/>
        <w:rPr>
          <w:sz w:val="16"/>
          <w:szCs w:val="16"/>
        </w:rPr>
      </w:pPr>
      <w:r w:rsidRPr="00D96EB0">
        <w:rPr>
          <w:sz w:val="16"/>
          <w:szCs w:val="16"/>
        </w:rPr>
        <w:t>Ort</w:t>
      </w:r>
      <w:r w:rsidRPr="00D96EB0">
        <w:rPr>
          <w:sz w:val="16"/>
          <w:szCs w:val="16"/>
        </w:rPr>
        <w:tab/>
      </w:r>
      <w:r w:rsidRPr="00D96EB0">
        <w:rPr>
          <w:sz w:val="16"/>
          <w:szCs w:val="16"/>
        </w:rPr>
        <w:tab/>
        <w:t>Firmenstempel</w:t>
      </w:r>
      <w:r w:rsidRPr="00D96EB0">
        <w:rPr>
          <w:sz w:val="16"/>
          <w:szCs w:val="16"/>
        </w:rPr>
        <w:tab/>
        <w:t>Unterschrift</w:t>
      </w:r>
    </w:p>
    <w:p w:rsidR="00FA3413" w:rsidRDefault="00FA3413" w:rsidP="00FA3413">
      <w:pPr>
        <w:pStyle w:val="Textkrper"/>
      </w:pPr>
    </w:p>
    <w:p w:rsidR="00FA3413" w:rsidRDefault="00FA3413" w:rsidP="00FA3413">
      <w:pPr>
        <w:pStyle w:val="Textkrper"/>
        <w:jc w:val="both"/>
      </w:pPr>
      <w:r>
        <w:t>Der Auftraggeber behält sich vor, den Zuschlag gemäß § 12 Abs. 4, Satz 2 UVgO bereits auf das erste Angebot zu erteilen. Sollten Sie 3 Wochen nach Ablauf der Angebotsfrist keine Nachricht von uns erhalten, konnte Ihr Angebot nicht berücksichtigt werden, da ein anderer Bieter ein wirtschaftlicheres Angebot abgegeben hat.</w:t>
      </w:r>
    </w:p>
    <w:p w:rsidR="00FA3413" w:rsidRDefault="00FA3413" w:rsidP="00FA3413">
      <w:pPr>
        <w:pStyle w:val="Textkrper"/>
        <w:jc w:val="both"/>
      </w:pPr>
    </w:p>
    <w:p w:rsidR="00FA3413" w:rsidRDefault="00FA3413" w:rsidP="00FA3413">
      <w:pPr>
        <w:pStyle w:val="Textkrper"/>
        <w:jc w:val="both"/>
      </w:pPr>
      <w:r>
        <w:t>Zur Vereinfachung senden Sie bitte dieses Formblatt nach Ausfüllung und Unterzeichnung an uns zurück. Falls Sie nicht die Absicht haben, ein Angebot abzugeben, teilen Sie uns dies bitte zeitnah mit.</w:t>
      </w:r>
    </w:p>
    <w:p w:rsidR="00FA3413" w:rsidRDefault="00FA3413" w:rsidP="00FA3413">
      <w:pPr>
        <w:pStyle w:val="Textkrper"/>
        <w:jc w:val="both"/>
      </w:pPr>
    </w:p>
    <w:p w:rsidR="00FA3413" w:rsidRDefault="00FA3413" w:rsidP="00FA3413">
      <w:pPr>
        <w:pStyle w:val="Textkrper"/>
        <w:jc w:val="both"/>
      </w:pPr>
      <w:r>
        <w:t xml:space="preserve">Bitte beachten Sie unsere Hinweise zum Datenschutz </w:t>
      </w:r>
      <w:hyperlink r:id="rId13" w:history="1">
        <w:r w:rsidRPr="00F278A2">
          <w:rPr>
            <w:rStyle w:val="Hyperlink"/>
          </w:rPr>
          <w:t>https://www.hs-augsburg.de/Service/Datenschutz.html</w:t>
        </w:r>
      </w:hyperlink>
      <w:r>
        <w:t>. Kaufmännische Unterlagen werden von uns zehn Jahre gespeichert.</w:t>
      </w:r>
    </w:p>
    <w:p w:rsidR="003B0C8A" w:rsidRDefault="00FA3413" w:rsidP="00FA3413">
      <w:pPr>
        <w:pStyle w:val="Textkrper"/>
        <w:jc w:val="both"/>
      </w:pPr>
      <w:r w:rsidRPr="0010618A">
        <w:rPr>
          <w:sz w:val="16"/>
          <w:szCs w:val="16"/>
        </w:rPr>
        <w:t>(Dieses Schreiben wurde maschinell erstellt und trägt keine Unterschrift.)</w:t>
      </w:r>
      <w:bookmarkStart w:id="0" w:name="_GoBack"/>
      <w:bookmarkEnd w:id="0"/>
    </w:p>
    <w:sectPr w:rsidR="003B0C8A" w:rsidSect="004A2004">
      <w:headerReference w:type="first" r:id="rId14"/>
      <w:footerReference w:type="first" r:id="rId15"/>
      <w:pgSz w:w="11906" w:h="16838"/>
      <w:pgMar w:top="1701" w:right="1416" w:bottom="851" w:left="1361" w:header="1134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C18" w:rsidRDefault="00617C18" w:rsidP="00591899">
      <w:pPr>
        <w:pStyle w:val="zzEndnoteSeparator"/>
      </w:pPr>
      <w:r>
        <w:separator/>
      </w:r>
    </w:p>
  </w:endnote>
  <w:endnote w:type="continuationSeparator" w:id="0">
    <w:p w:rsidR="00617C18" w:rsidRDefault="00617C18" w:rsidP="00591899">
      <w:pPr>
        <w:pStyle w:val="zzEndnoteContinuationSeparator"/>
      </w:pPr>
      <w:r>
        <w:continuationSeparator/>
      </w:r>
    </w:p>
  </w:endnote>
  <w:endnote w:type="continuationNotice" w:id="1">
    <w:p w:rsidR="00617C18" w:rsidRDefault="00617C18" w:rsidP="00591899">
      <w:pPr>
        <w:pStyle w:val="zzEndnoteContinuationNot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8DF" w:rsidRDefault="002818DF">
    <w:pPr>
      <w:pStyle w:val="Fuzeile"/>
    </w:pPr>
    <w:r>
      <w:fldChar w:fldCharType="begin"/>
    </w:r>
    <w:r>
      <w:instrText xml:space="preserve"> PAGE 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r w:rsidR="00FA3413">
      <w:fldChar w:fldCharType="begin"/>
    </w:r>
    <w:r w:rsidR="00FA3413">
      <w:instrText xml:space="preserve"> SECTIONPAGES  </w:instrText>
    </w:r>
    <w:r w:rsidR="00FA3413">
      <w:fldChar w:fldCharType="separate"/>
    </w:r>
    <w:r w:rsidR="00FA3413">
      <w:rPr>
        <w:noProof/>
      </w:rPr>
      <w:t>2</w:t>
    </w:r>
    <w:r w:rsidR="00FA341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8DF" w:rsidRDefault="002818DF">
    <w:pPr>
      <w:pStyle w:val="Fuzeile"/>
    </w:pPr>
    <w:r>
      <w:fldChar w:fldCharType="begin"/>
    </w:r>
    <w:r>
      <w:instrText xml:space="preserve"> IF </w:instrText>
    </w:r>
    <w:r w:rsidR="00FA3413">
      <w:fldChar w:fldCharType="begin"/>
    </w:r>
    <w:r w:rsidR="00FA3413">
      <w:instrText xml:space="preserve"> SECTIONPAGES  </w:instrText>
    </w:r>
    <w:r w:rsidR="00FA3413">
      <w:fldChar w:fldCharType="separate"/>
    </w:r>
    <w:r w:rsidR="00FA3413">
      <w:rPr>
        <w:noProof/>
      </w:rPr>
      <w:instrText>1</w:instrText>
    </w:r>
    <w:r w:rsidR="00FA3413">
      <w:rPr>
        <w:noProof/>
      </w:rPr>
      <w:fldChar w:fldCharType="end"/>
    </w:r>
    <w:r>
      <w:instrText xml:space="preserve"> &gt; 1 "</w:instrText>
    </w:r>
    <w:r>
      <w:fldChar w:fldCharType="begin"/>
    </w:r>
    <w:r>
      <w:instrText xml:space="preserve"> PAGE  </w:instrText>
    </w:r>
    <w:r>
      <w:fldChar w:fldCharType="separate"/>
    </w:r>
    <w:r w:rsidR="00FA3413">
      <w:rPr>
        <w:noProof/>
      </w:rPr>
      <w:instrText>2</w:instrText>
    </w:r>
    <w:r>
      <w:fldChar w:fldCharType="end"/>
    </w:r>
    <w:r>
      <w:instrText>/</w:instrText>
    </w:r>
    <w:r w:rsidR="00FA3413">
      <w:fldChar w:fldCharType="begin"/>
    </w:r>
    <w:r w:rsidR="00FA3413">
      <w:instrText xml:space="preserve"> SECTIONPAGES  </w:instrText>
    </w:r>
    <w:r w:rsidR="00FA3413">
      <w:fldChar w:fldCharType="separate"/>
    </w:r>
    <w:r w:rsidR="00FA3413">
      <w:rPr>
        <w:noProof/>
      </w:rPr>
      <w:instrText>4</w:instrText>
    </w:r>
    <w:r w:rsidR="00FA3413">
      <w:rPr>
        <w:noProof/>
      </w:rPr>
      <w:fldChar w:fldCharType="end"/>
    </w:r>
    <w:r>
      <w:instrText xml:space="preserve">" "" </w:instrTex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B80" w:rsidRDefault="00FA3413" w:rsidP="00F81B80">
    <w:pPr>
      <w:pStyle w:val="Fuzeile"/>
      <w:framePr w:w="1259" w:h="539" w:hRule="exact" w:hSpace="181" w:wrap="around" w:vAnchor="text" w:hAnchor="page" w:x="9986" w:y="1" w:anchorLock="1"/>
    </w:pPr>
    <w:r w:rsidRPr="00C35CB7">
      <w:rPr>
        <w:rStyle w:val="Seitenzahl"/>
      </w:rPr>
      <w:t xml:space="preserve">Seite </w:t>
    </w:r>
    <w:r w:rsidRPr="00C35CB7">
      <w:rPr>
        <w:rStyle w:val="Seitenzahl"/>
      </w:rPr>
      <w:fldChar w:fldCharType="begin"/>
    </w:r>
    <w:r w:rsidRPr="00C35CB7">
      <w:rPr>
        <w:rStyle w:val="Seitenzahl"/>
      </w:rPr>
      <w:instrText xml:space="preserve"> </w:instrText>
    </w:r>
    <w:r>
      <w:rPr>
        <w:rStyle w:val="Seitenzahl"/>
      </w:rPr>
      <w:instrText>PAGE</w:instrText>
    </w:r>
    <w:r w:rsidRPr="00C35CB7">
      <w:rPr>
        <w:rStyle w:val="Seitenzahl"/>
      </w:rPr>
      <w:instrText xml:space="preserve"> </w:instrText>
    </w:r>
    <w:r w:rsidRPr="00C35CB7">
      <w:rPr>
        <w:rStyle w:val="Seitenzahl"/>
      </w:rPr>
      <w:fldChar w:fldCharType="separate"/>
    </w:r>
    <w:r>
      <w:rPr>
        <w:rStyle w:val="Seitenzahl"/>
        <w:noProof/>
      </w:rPr>
      <w:t>2</w:t>
    </w:r>
    <w:r w:rsidRPr="00C35CB7">
      <w:rPr>
        <w:rStyle w:val="Seitenzahl"/>
      </w:rPr>
      <w:fldChar w:fldCharType="end"/>
    </w:r>
    <w:r w:rsidRPr="00C35CB7">
      <w:rPr>
        <w:rStyle w:val="Seitenzahl"/>
      </w:rPr>
      <w:t xml:space="preserve"> von </w:t>
    </w:r>
    <w:r w:rsidRPr="00C35CB7">
      <w:rPr>
        <w:rStyle w:val="Seitenzahl"/>
      </w:rPr>
      <w:fldChar w:fldCharType="begin"/>
    </w:r>
    <w:r w:rsidRPr="00C35CB7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C35CB7">
      <w:rPr>
        <w:rStyle w:val="Seitenzahl"/>
      </w:rPr>
      <w:instrText xml:space="preserve"> </w:instrText>
    </w:r>
    <w:r w:rsidRPr="00C35CB7">
      <w:rPr>
        <w:rStyle w:val="Seitenzahl"/>
      </w:rPr>
      <w:fldChar w:fldCharType="separate"/>
    </w:r>
    <w:r>
      <w:rPr>
        <w:rStyle w:val="Seitenzahl"/>
        <w:noProof/>
      </w:rPr>
      <w:t>3</w:t>
    </w:r>
    <w:r w:rsidRPr="00C35CB7">
      <w:rPr>
        <w:rStyle w:val="Seitenzahl"/>
      </w:rPr>
      <w:fldChar w:fldCharType="end"/>
    </w:r>
  </w:p>
  <w:p w:rsidR="00F81B80" w:rsidRDefault="00FA34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C18" w:rsidRDefault="00617C18" w:rsidP="00C32871">
      <w:pPr>
        <w:pStyle w:val="zzFootnoteSeparator"/>
      </w:pPr>
      <w:r>
        <w:separator/>
      </w:r>
    </w:p>
  </w:footnote>
  <w:footnote w:type="continuationSeparator" w:id="0">
    <w:p w:rsidR="00617C18" w:rsidRDefault="00617C18" w:rsidP="00C32871">
      <w:pPr>
        <w:pStyle w:val="zzFootnoteContinuationSeparator"/>
      </w:pPr>
      <w:r>
        <w:continuationSeparator/>
      </w:r>
    </w:p>
  </w:footnote>
  <w:footnote w:type="continuationNotice" w:id="1">
    <w:p w:rsidR="00617C18" w:rsidRDefault="00617C18" w:rsidP="00C32871">
      <w:pPr>
        <w:pStyle w:val="zzFootnoteContinuation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AA5" w:rsidRDefault="00962AA5">
    <w:pPr>
      <w:pStyle w:val="Kopfzeile"/>
    </w:pPr>
  </w:p>
  <w:p w:rsidR="00874F61" w:rsidRDefault="006D67C1" w:rsidP="006D67C1">
    <w:pPr>
      <w:pStyle w:val="zzPreprint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1" layoutInCell="1" allowOverlap="1" wp14:anchorId="74E12E76" wp14:editId="4EF5518E">
              <wp:simplePos x="0" y="0"/>
              <wp:positionH relativeFrom="page">
                <wp:posOffset>107950</wp:posOffset>
              </wp:positionH>
              <wp:positionV relativeFrom="page">
                <wp:posOffset>3781425</wp:posOffset>
              </wp:positionV>
              <wp:extent cx="144000" cy="3780000"/>
              <wp:effectExtent l="0" t="0" r="27940" b="11430"/>
              <wp:wrapNone/>
              <wp:docPr id="1382863522" name="Gruppieren 1382863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000" cy="3780000"/>
                        <a:chOff x="0" y="0"/>
                        <a:chExt cx="180591" cy="3782454"/>
                      </a:xfrm>
                    </wpg:grpSpPr>
                    <wps:wsp>
                      <wps:cNvPr id="2109363179" name="AutoShape 1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92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456205" name="AutoShape 2"/>
                      <wps:cNvCnPr>
                        <a:cxnSpLocks noChangeShapeType="1"/>
                      </wps:cNvCnPr>
                      <wps:spPr bwMode="auto">
                        <a:xfrm>
                          <a:off x="0" y="1566863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713690" name="AutoShape 1"/>
                      <wps:cNvCnPr>
                        <a:cxnSpLocks noChangeShapeType="1"/>
                      </wps:cNvCnPr>
                      <wps:spPr bwMode="auto">
                        <a:xfrm>
                          <a:off x="0" y="3782454"/>
                          <a:ext cx="180591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9802860" id="Gruppieren 1382863522" o:spid="_x0000_s1026" style="position:absolute;margin-left:8.5pt;margin-top:297.75pt;width:11.35pt;height:297.65pt;z-index:251662336;mso-position-horizontal-relative:page;mso-position-vertical-relative:page;mso-width-relative:margin;mso-height-relative:margin" coordsize="1805,37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width:17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" strokeweight=".25pt"/>
              <v:shape id="AutoShape 2" o:spid="_x0000_s1028" type="#_x0000_t32" style="position:absolute;top:15668;width:17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" strokeweight=".25pt"/>
              <v:shape id="AutoShape 1" o:spid="_x0000_s1029" type="#_x0000_t32" style="position:absolute;top:37824;width:18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" strokeweight=".25pt"/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EBE" w:rsidRDefault="00FC7F85" w:rsidP="00C41EBE">
    <w:pPr>
      <w:pStyle w:val="Umschlagabsenderadresse"/>
      <w:framePr w:wrap="notBeside"/>
    </w:pPr>
    <w:r w:rsidRPr="005D48AD">
      <w:rPr>
        <w:rStyle w:val="Fett"/>
      </w:rPr>
      <w:t>Technische Hochschule Augsburg</w:t>
    </w:r>
    <w:r w:rsidRPr="00FC7F85">
      <w:t> · Postfach 11 06 05 · D-8603</w:t>
    </w:r>
    <w:r w:rsidR="001F7DC7">
      <w:t>1</w:t>
    </w:r>
    <w:r w:rsidRPr="00FC7F85">
      <w:t xml:space="preserve"> Augsburg</w:t>
    </w:r>
  </w:p>
  <w:p w:rsidR="00C41EBE" w:rsidRDefault="00FC7F85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1405A33" wp14:editId="3E444150">
              <wp:simplePos x="0" y="0"/>
              <wp:positionH relativeFrom="page">
                <wp:posOffset>5948045</wp:posOffset>
              </wp:positionH>
              <wp:positionV relativeFrom="page">
                <wp:posOffset>5947410</wp:posOffset>
              </wp:positionV>
              <wp:extent cx="1439545" cy="1263015"/>
              <wp:effectExtent l="0" t="0" r="8255" b="12700"/>
              <wp:wrapNone/>
              <wp:docPr id="2020949554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9545" cy="12630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C7F85" w:rsidRPr="006E3C34" w:rsidRDefault="00FC7F85" w:rsidP="00021909">
                          <w:pPr>
                            <w:pStyle w:val="Infotext"/>
                            <w:rPr>
                              <w:rStyle w:val="Fett"/>
                              <w:color w:val="FF0350"/>
                            </w:rPr>
                          </w:pPr>
                          <w:r w:rsidRPr="006E3C34">
                            <w:rPr>
                              <w:rStyle w:val="Fett"/>
                              <w:color w:val="FF0350"/>
                            </w:rPr>
                            <w:t>Technische Hochschule</w:t>
                          </w:r>
                        </w:p>
                        <w:p w:rsidR="00FC7F85" w:rsidRPr="006E3C34" w:rsidRDefault="00FC7F85" w:rsidP="00021909">
                          <w:pPr>
                            <w:pStyle w:val="Infotext"/>
                            <w:rPr>
                              <w:rStyle w:val="Fett"/>
                              <w:color w:val="FF0350"/>
                            </w:rPr>
                          </w:pPr>
                          <w:r w:rsidRPr="006E3C34">
                            <w:rPr>
                              <w:rStyle w:val="Fett"/>
                              <w:color w:val="FF0350"/>
                            </w:rPr>
                            <w:t>Augsburg</w:t>
                          </w:r>
                        </w:p>
                        <w:p w:rsidR="00FC7F85" w:rsidRDefault="00FC7F85" w:rsidP="00021909">
                          <w:pPr>
                            <w:pStyle w:val="Infotext"/>
                          </w:pPr>
                        </w:p>
                        <w:p w:rsidR="00FC7F85" w:rsidRDefault="00FC7F85" w:rsidP="00021909">
                          <w:pPr>
                            <w:pStyle w:val="Infotext"/>
                          </w:pPr>
                          <w:r>
                            <w:t>An der Hochschule 1</w:t>
                          </w:r>
                        </w:p>
                        <w:p w:rsidR="00FC7F85" w:rsidRDefault="00FC7F85" w:rsidP="00021909">
                          <w:pPr>
                            <w:pStyle w:val="Infotext"/>
                          </w:pPr>
                          <w:r>
                            <w:t>D-86161 Augsburg</w:t>
                          </w:r>
                        </w:p>
                        <w:p w:rsidR="00FC7F85" w:rsidRPr="00021909" w:rsidRDefault="00FC7F85" w:rsidP="00021909">
                          <w:pPr>
                            <w:pStyle w:val="Infotext"/>
                          </w:pPr>
                          <w:r>
                            <w:t>T</w:t>
                          </w:r>
                          <w:r w:rsidR="00021909" w:rsidRPr="00021909">
                            <w:tab/>
                          </w:r>
                          <w:r w:rsidRPr="00021909">
                            <w:t>+49 821 5586-0</w:t>
                          </w:r>
                        </w:p>
                        <w:p w:rsidR="00FC7F85" w:rsidRDefault="00FC7F85" w:rsidP="00021909">
                          <w:pPr>
                            <w:pStyle w:val="Infotext"/>
                          </w:pPr>
                          <w:r w:rsidRPr="00021909">
                            <w:t>F</w:t>
                          </w:r>
                          <w:r w:rsidR="00021909" w:rsidRPr="00021909">
                            <w:tab/>
                          </w:r>
                          <w:r w:rsidRPr="00021909">
                            <w:t>+49 821</w:t>
                          </w:r>
                          <w:r>
                            <w:t xml:space="preserve"> 5586-3222</w:t>
                          </w:r>
                        </w:p>
                        <w:p w:rsidR="00FC7F85" w:rsidRDefault="00FC7F85" w:rsidP="00021909">
                          <w:pPr>
                            <w:pStyle w:val="Infotext"/>
                          </w:pPr>
                          <w:r>
                            <w:t>info@tha.de</w:t>
                          </w:r>
                        </w:p>
                        <w:p w:rsidR="00FC7F85" w:rsidRDefault="00FC7F85" w:rsidP="00021909">
                          <w:pPr>
                            <w:pStyle w:val="Infotext"/>
                          </w:pPr>
                          <w:r>
                            <w:t>www.tha.de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405A3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68.35pt;margin-top:468.3pt;width:113.35pt;height:99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" filled="f" stroked="f" strokeweight=".5pt">
              <v:textbox style="mso-fit-shape-to-text:t" inset="0,0,0,0">
                <w:txbxContent>
                  <w:p w:rsidR="00FC7F85" w:rsidRPr="006E3C34" w:rsidRDefault="00FC7F85" w:rsidP="00021909">
                    <w:pPr>
                      <w:pStyle w:val="Infotext"/>
                      <w:rPr>
                        <w:rStyle w:val="Fett"/>
                        <w:color w:val="FF0350"/>
                      </w:rPr>
                    </w:pPr>
                    <w:r w:rsidRPr="006E3C34">
                      <w:rPr>
                        <w:rStyle w:val="Fett"/>
                        <w:color w:val="FF0350"/>
                      </w:rPr>
                      <w:t>Technische Hochschule</w:t>
                    </w:r>
                  </w:p>
                  <w:p w:rsidR="00FC7F85" w:rsidRPr="006E3C34" w:rsidRDefault="00FC7F85" w:rsidP="00021909">
                    <w:pPr>
                      <w:pStyle w:val="Infotext"/>
                      <w:rPr>
                        <w:rStyle w:val="Fett"/>
                        <w:color w:val="FF0350"/>
                      </w:rPr>
                    </w:pPr>
                    <w:r w:rsidRPr="006E3C34">
                      <w:rPr>
                        <w:rStyle w:val="Fett"/>
                        <w:color w:val="FF0350"/>
                      </w:rPr>
                      <w:t>Augsburg</w:t>
                    </w:r>
                  </w:p>
                  <w:p w:rsidR="00FC7F85" w:rsidRDefault="00FC7F85" w:rsidP="00021909">
                    <w:pPr>
                      <w:pStyle w:val="Infotext"/>
                    </w:pPr>
                  </w:p>
                  <w:p w:rsidR="00FC7F85" w:rsidRDefault="00FC7F85" w:rsidP="00021909">
                    <w:pPr>
                      <w:pStyle w:val="Infotext"/>
                    </w:pPr>
                    <w:r>
                      <w:t>An der Hochschule 1</w:t>
                    </w:r>
                  </w:p>
                  <w:p w:rsidR="00FC7F85" w:rsidRDefault="00FC7F85" w:rsidP="00021909">
                    <w:pPr>
                      <w:pStyle w:val="Infotext"/>
                    </w:pPr>
                    <w:r>
                      <w:t>D-86161 Augsburg</w:t>
                    </w:r>
                  </w:p>
                  <w:p w:rsidR="00FC7F85" w:rsidRPr="00021909" w:rsidRDefault="00FC7F85" w:rsidP="00021909">
                    <w:pPr>
                      <w:pStyle w:val="Infotext"/>
                    </w:pPr>
                    <w:r>
                      <w:t>T</w:t>
                    </w:r>
                    <w:r w:rsidR="00021909" w:rsidRPr="00021909">
                      <w:tab/>
                    </w:r>
                    <w:r w:rsidRPr="00021909">
                      <w:t>+49 821 5586-0</w:t>
                    </w:r>
                  </w:p>
                  <w:p w:rsidR="00FC7F85" w:rsidRDefault="00FC7F85" w:rsidP="00021909">
                    <w:pPr>
                      <w:pStyle w:val="Infotext"/>
                    </w:pPr>
                    <w:r w:rsidRPr="00021909">
                      <w:t>F</w:t>
                    </w:r>
                    <w:r w:rsidR="00021909" w:rsidRPr="00021909">
                      <w:tab/>
                    </w:r>
                    <w:r w:rsidRPr="00021909">
                      <w:t>+49 821</w:t>
                    </w:r>
                    <w:r>
                      <w:t xml:space="preserve"> 5586-3222</w:t>
                    </w:r>
                  </w:p>
                  <w:p w:rsidR="00FC7F85" w:rsidRDefault="00FC7F85" w:rsidP="00021909">
                    <w:pPr>
                      <w:pStyle w:val="Infotext"/>
                    </w:pPr>
                    <w:r>
                      <w:t>info@tha.de</w:t>
                    </w:r>
                  </w:p>
                  <w:p w:rsidR="00FC7F85" w:rsidRDefault="00FC7F85" w:rsidP="00021909">
                    <w:pPr>
                      <w:pStyle w:val="Infotext"/>
                    </w:pPr>
                    <w:r>
                      <w:t>www.tha.de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:rsidR="00C41EBE" w:rsidRDefault="00874F61" w:rsidP="00874F61">
    <w:pPr>
      <w:pStyle w:val="zzPreprint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04F02FD8" wp14:editId="1D73C913">
              <wp:simplePos x="0" y="0"/>
              <wp:positionH relativeFrom="page">
                <wp:posOffset>107950</wp:posOffset>
              </wp:positionH>
              <wp:positionV relativeFrom="page">
                <wp:posOffset>3781425</wp:posOffset>
              </wp:positionV>
              <wp:extent cx="144000" cy="3780000"/>
              <wp:effectExtent l="0" t="0" r="27940" b="11430"/>
              <wp:wrapNone/>
              <wp:docPr id="11" name="Gruppieren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000" cy="3780000"/>
                        <a:chOff x="0" y="0"/>
                        <a:chExt cx="180591" cy="3782454"/>
                      </a:xfrm>
                    </wpg:grpSpPr>
                    <wps:wsp>
                      <wps:cNvPr id="4" name="AutoShape 1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92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AutoShape 2"/>
                      <wps:cNvCnPr>
                        <a:cxnSpLocks noChangeShapeType="1"/>
                      </wps:cNvCnPr>
                      <wps:spPr bwMode="auto">
                        <a:xfrm>
                          <a:off x="0" y="1566863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AutoShape 1"/>
                      <wps:cNvCnPr>
                        <a:cxnSpLocks noChangeShapeType="1"/>
                      </wps:cNvCnPr>
                      <wps:spPr bwMode="auto">
                        <a:xfrm>
                          <a:off x="0" y="3782454"/>
                          <a:ext cx="180591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5C049F9" id="Gruppieren 11" o:spid="_x0000_s1026" style="position:absolute;margin-left:8.5pt;margin-top:297.75pt;width:11.35pt;height:297.65pt;z-index:251659264;mso-position-horizontal-relative:page;mso-position-vertical-relative:page;mso-width-relative:margin;mso-height-relative:margin" coordsize="1805,37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width:17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" strokeweight=".25pt"/>
              <v:shape id="AutoShape 2" o:spid="_x0000_s1028" type="#_x0000_t32" style="position:absolute;top:15668;width:17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" strokeweight=".25pt"/>
              <v:shape id="AutoShape 1" o:spid="_x0000_s1029" type="#_x0000_t32" style="position:absolute;top:37824;width:18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" strokeweight=".25pt"/>
              <w10:wrap anchorx="page" anchory="page"/>
              <w10:anchorlock/>
            </v:group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D616079" wp14:editId="14F12149">
          <wp:simplePos x="0" y="0"/>
          <wp:positionH relativeFrom="page">
            <wp:posOffset>5803900</wp:posOffset>
          </wp:positionH>
          <wp:positionV relativeFrom="page">
            <wp:posOffset>737870</wp:posOffset>
          </wp:positionV>
          <wp:extent cx="1350000" cy="478800"/>
          <wp:effectExtent l="0" t="0" r="317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47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650" w:rsidRPr="00931DD1" w:rsidRDefault="00FA3413" w:rsidP="00CA1650">
    <w:pPr>
      <w:tabs>
        <w:tab w:val="center" w:pos="3855"/>
      </w:tabs>
      <w:rPr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F5622E3" wp14:editId="66853AC6">
              <wp:simplePos x="0" y="0"/>
              <wp:positionH relativeFrom="page">
                <wp:posOffset>135890</wp:posOffset>
              </wp:positionH>
              <wp:positionV relativeFrom="page">
                <wp:posOffset>7272655</wp:posOffset>
              </wp:positionV>
              <wp:extent cx="144145" cy="0"/>
              <wp:effectExtent l="12065" t="5080" r="5715" b="13970"/>
              <wp:wrapNone/>
              <wp:docPr id="9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66B9D" id="Line 3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pt,572.65pt" to="22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" strokecolor="#f60" strokeweight=".3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202CB5BE" wp14:editId="6E44FE81">
              <wp:simplePos x="0" y="0"/>
              <wp:positionH relativeFrom="page">
                <wp:posOffset>135890</wp:posOffset>
              </wp:positionH>
              <wp:positionV relativeFrom="page">
                <wp:posOffset>5346700</wp:posOffset>
              </wp:positionV>
              <wp:extent cx="144145" cy="0"/>
              <wp:effectExtent l="12065" t="12700" r="5715" b="6350"/>
              <wp:wrapNone/>
              <wp:docPr id="1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68DF88" id="Line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pt,421pt" to="22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" strokeweight=".3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1" wp14:anchorId="67E49BD0" wp14:editId="483A6BA1">
              <wp:simplePos x="0" y="0"/>
              <wp:positionH relativeFrom="page">
                <wp:posOffset>135890</wp:posOffset>
              </wp:positionH>
              <wp:positionV relativeFrom="page">
                <wp:posOffset>3780790</wp:posOffset>
              </wp:positionV>
              <wp:extent cx="144145" cy="0"/>
              <wp:effectExtent l="12065" t="8890" r="5715" b="10160"/>
              <wp:wrapNone/>
              <wp:docPr id="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1B2B2C" id="Line 1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pt,297.7pt" to="22.0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" strokecolor="#f60" strokeweight=".3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A441D"/>
    <w:multiLevelType w:val="multilevel"/>
    <w:tmpl w:val="DC02BCF4"/>
    <w:numStyleLink w:val="BulletListSettings"/>
  </w:abstractNum>
  <w:abstractNum w:abstractNumId="1" w15:restartNumberingAfterBreak="0">
    <w:nsid w:val="08002447"/>
    <w:multiLevelType w:val="hybridMultilevel"/>
    <w:tmpl w:val="D51C27A0"/>
    <w:lvl w:ilvl="0" w:tplc="6FD25824">
      <w:start w:val="1"/>
      <w:numFmt w:val="bullet"/>
      <w:pStyle w:val="zzFootnoteContinuationNote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C5929"/>
    <w:multiLevelType w:val="multilevel"/>
    <w:tmpl w:val="14EE31FC"/>
    <w:numStyleLink w:val="NumberedListSettings"/>
  </w:abstractNum>
  <w:abstractNum w:abstractNumId="3" w15:restartNumberingAfterBreak="0">
    <w:nsid w:val="475F3F0B"/>
    <w:multiLevelType w:val="multilevel"/>
    <w:tmpl w:val="14EE31FC"/>
    <w:styleLink w:val="NumberedListSettings"/>
    <w:lvl w:ilvl="0">
      <w:start w:val="1"/>
      <w:numFmt w:val="decimal"/>
      <w:pStyle w:val="Listennumm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852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right"/>
      <w:pPr>
        <w:ind w:left="1701" w:hanging="281"/>
      </w:pPr>
      <w:rPr>
        <w:rFonts w:hint="default"/>
      </w:rPr>
    </w:lvl>
    <w:lvl w:ilvl="6">
      <w:start w:val="1"/>
      <w:numFmt w:val="none"/>
      <w:lvlText w:val=""/>
      <w:lvlJc w:val="left"/>
      <w:pPr>
        <w:ind w:left="1985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68" w:hanging="283"/>
      </w:pPr>
      <w:rPr>
        <w:rFonts w:hint="default"/>
      </w:rPr>
    </w:lvl>
    <w:lvl w:ilvl="8">
      <w:start w:val="1"/>
      <w:numFmt w:val="none"/>
      <w:lvlText w:val=""/>
      <w:lvlJc w:val="right"/>
      <w:pPr>
        <w:ind w:left="2552" w:hanging="284"/>
      </w:pPr>
      <w:rPr>
        <w:rFonts w:hint="default"/>
      </w:rPr>
    </w:lvl>
  </w:abstractNum>
  <w:abstractNum w:abstractNumId="4" w15:restartNumberingAfterBreak="0">
    <w:nsid w:val="4A44577A"/>
    <w:multiLevelType w:val="multilevel"/>
    <w:tmpl w:val="DC02BCF4"/>
    <w:styleLink w:val="BulletListSettings"/>
    <w:lvl w:ilvl="0">
      <w:start w:val="1"/>
      <w:numFmt w:val="bullet"/>
      <w:pStyle w:val="Aufzhlungszeichen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212"/>
        </w:tabs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96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80"/>
        </w:tabs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64"/>
        </w:tabs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348"/>
        </w:tabs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632"/>
        </w:tabs>
        <w:ind w:left="2556" w:hanging="284"/>
      </w:pPr>
      <w:rPr>
        <w:rFonts w:hint="default"/>
      </w:rPr>
    </w:lvl>
  </w:abstractNum>
  <w:abstractNum w:abstractNumId="5" w15:restartNumberingAfterBreak="0">
    <w:nsid w:val="56E01A37"/>
    <w:multiLevelType w:val="hybridMultilevel"/>
    <w:tmpl w:val="4A10BEEC"/>
    <w:lvl w:ilvl="0" w:tplc="D7F8D7D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0B4536"/>
    <w:multiLevelType w:val="multilevel"/>
    <w:tmpl w:val="14EE31FC"/>
    <w:numStyleLink w:val="NumberedListSettings"/>
  </w:abstractNum>
  <w:abstractNum w:abstractNumId="7" w15:restartNumberingAfterBreak="0">
    <w:nsid w:val="5D332785"/>
    <w:multiLevelType w:val="hybridMultilevel"/>
    <w:tmpl w:val="D8E68E08"/>
    <w:lvl w:ilvl="0" w:tplc="3A6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72386"/>
    <w:multiLevelType w:val="multilevel"/>
    <w:tmpl w:val="DC02BCF4"/>
    <w:numStyleLink w:val="BulletListSettings"/>
  </w:abstractNum>
  <w:abstractNum w:abstractNumId="9" w15:restartNumberingAfterBreak="0">
    <w:nsid w:val="72341080"/>
    <w:multiLevelType w:val="hybridMultilevel"/>
    <w:tmpl w:val="1C4CE2C4"/>
    <w:lvl w:ilvl="0" w:tplc="0CACA80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C84C74"/>
    <w:multiLevelType w:val="multilevel"/>
    <w:tmpl w:val="14EE31FC"/>
    <w:numStyleLink w:val="NumberedListSettings"/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consecutiveHyphenLimit w:val="3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F6"/>
    <w:rsid w:val="000019BB"/>
    <w:rsid w:val="000200AF"/>
    <w:rsid w:val="00021909"/>
    <w:rsid w:val="000734D2"/>
    <w:rsid w:val="00076944"/>
    <w:rsid w:val="0007768C"/>
    <w:rsid w:val="000C0DC7"/>
    <w:rsid w:val="00156C7B"/>
    <w:rsid w:val="0016737F"/>
    <w:rsid w:val="00170C0E"/>
    <w:rsid w:val="00175FDB"/>
    <w:rsid w:val="001F7DC7"/>
    <w:rsid w:val="00240EDE"/>
    <w:rsid w:val="00281047"/>
    <w:rsid w:val="002818DF"/>
    <w:rsid w:val="002850E0"/>
    <w:rsid w:val="002A36A8"/>
    <w:rsid w:val="002C0717"/>
    <w:rsid w:val="002E26D5"/>
    <w:rsid w:val="002E3FCB"/>
    <w:rsid w:val="002E5BFE"/>
    <w:rsid w:val="00343B24"/>
    <w:rsid w:val="00347511"/>
    <w:rsid w:val="00383179"/>
    <w:rsid w:val="003A6855"/>
    <w:rsid w:val="003B0C8A"/>
    <w:rsid w:val="003E3825"/>
    <w:rsid w:val="0040495E"/>
    <w:rsid w:val="00430FE5"/>
    <w:rsid w:val="00460449"/>
    <w:rsid w:val="004628C3"/>
    <w:rsid w:val="00465378"/>
    <w:rsid w:val="004835AD"/>
    <w:rsid w:val="00495061"/>
    <w:rsid w:val="004D5313"/>
    <w:rsid w:val="004E2A21"/>
    <w:rsid w:val="004F0F3A"/>
    <w:rsid w:val="005012A6"/>
    <w:rsid w:val="0050783C"/>
    <w:rsid w:val="00532BA6"/>
    <w:rsid w:val="0055257D"/>
    <w:rsid w:val="00553127"/>
    <w:rsid w:val="005659AB"/>
    <w:rsid w:val="00591899"/>
    <w:rsid w:val="005C22CC"/>
    <w:rsid w:val="005C2633"/>
    <w:rsid w:val="005C3FC8"/>
    <w:rsid w:val="005D318A"/>
    <w:rsid w:val="005D48AD"/>
    <w:rsid w:val="00617C18"/>
    <w:rsid w:val="00662807"/>
    <w:rsid w:val="0066473B"/>
    <w:rsid w:val="006C046A"/>
    <w:rsid w:val="006C65D4"/>
    <w:rsid w:val="006D67C1"/>
    <w:rsid w:val="006D779A"/>
    <w:rsid w:val="006E3C34"/>
    <w:rsid w:val="006E4B3E"/>
    <w:rsid w:val="0071466C"/>
    <w:rsid w:val="007A24E8"/>
    <w:rsid w:val="007B6E5C"/>
    <w:rsid w:val="007F611A"/>
    <w:rsid w:val="00851033"/>
    <w:rsid w:val="00874F61"/>
    <w:rsid w:val="008A5192"/>
    <w:rsid w:val="008A6346"/>
    <w:rsid w:val="008B1309"/>
    <w:rsid w:val="009169A4"/>
    <w:rsid w:val="00933F21"/>
    <w:rsid w:val="009360AE"/>
    <w:rsid w:val="00953812"/>
    <w:rsid w:val="00961267"/>
    <w:rsid w:val="00962AA5"/>
    <w:rsid w:val="00965E76"/>
    <w:rsid w:val="0099737F"/>
    <w:rsid w:val="009E2C9A"/>
    <w:rsid w:val="009F049A"/>
    <w:rsid w:val="00A033B3"/>
    <w:rsid w:val="00A1525F"/>
    <w:rsid w:val="00A15DDB"/>
    <w:rsid w:val="00A87B5E"/>
    <w:rsid w:val="00AD4C52"/>
    <w:rsid w:val="00AD5A70"/>
    <w:rsid w:val="00AD6AF6"/>
    <w:rsid w:val="00B15D57"/>
    <w:rsid w:val="00B322EC"/>
    <w:rsid w:val="00B328F0"/>
    <w:rsid w:val="00BA1FD1"/>
    <w:rsid w:val="00BB03D7"/>
    <w:rsid w:val="00BD3AFD"/>
    <w:rsid w:val="00BF3A75"/>
    <w:rsid w:val="00C32871"/>
    <w:rsid w:val="00C3437C"/>
    <w:rsid w:val="00C413D7"/>
    <w:rsid w:val="00C41EBE"/>
    <w:rsid w:val="00C5088A"/>
    <w:rsid w:val="00C50A2A"/>
    <w:rsid w:val="00C50F27"/>
    <w:rsid w:val="00C55D1F"/>
    <w:rsid w:val="00D133CC"/>
    <w:rsid w:val="00D30111"/>
    <w:rsid w:val="00D92315"/>
    <w:rsid w:val="00D92E6B"/>
    <w:rsid w:val="00D946A4"/>
    <w:rsid w:val="00DC7A28"/>
    <w:rsid w:val="00E00206"/>
    <w:rsid w:val="00E6716D"/>
    <w:rsid w:val="00E86F34"/>
    <w:rsid w:val="00E933B8"/>
    <w:rsid w:val="00ED46BD"/>
    <w:rsid w:val="00EF45FD"/>
    <w:rsid w:val="00F46729"/>
    <w:rsid w:val="00F96E3F"/>
    <w:rsid w:val="00FA3413"/>
    <w:rsid w:val="00FB2D63"/>
    <w:rsid w:val="00FC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16C4F6"/>
  <w15:chartTrackingRefBased/>
  <w15:docId w15:val="{D4B6FD81-EF47-46C0-9667-CB537651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zh-CN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iPriority="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1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Strong" w:uiPriority="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semiHidden="1" w:uiPriority="9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 w:qFormat="1"/>
    <w:lsdException w:name="Subtle Reference" w:semiHidden="1" w:uiPriority="9" w:unhideWhenUsed="1" w:qFormat="1"/>
    <w:lsdException w:name="Intense Reference" w:semiHidden="1" w:uiPriority="9" w:unhideWhenUsed="1" w:qFormat="1"/>
    <w:lsdException w:name="Book Title" w:semiHidden="1" w:uiPriority="9" w:unhideWhenUsed="1" w:qFormat="1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46BD"/>
    <w:rPr>
      <w:kern w:val="12"/>
    </w:rPr>
  </w:style>
  <w:style w:type="paragraph" w:styleId="berschrift1">
    <w:name w:val="heading 1"/>
    <w:basedOn w:val="zzHeadings"/>
    <w:next w:val="Standard"/>
    <w:link w:val="berschrift1Zchn"/>
    <w:uiPriority w:val="24"/>
    <w:qFormat/>
    <w:rsid w:val="00465378"/>
    <w:pPr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zzHeadings"/>
    <w:next w:val="Standard"/>
    <w:link w:val="berschrift2Zchn"/>
    <w:uiPriority w:val="24"/>
    <w:semiHidden/>
    <w:rsid w:val="00532BA6"/>
    <w:p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zzHeadings"/>
    <w:next w:val="Standard"/>
    <w:link w:val="berschrift3Zchn"/>
    <w:uiPriority w:val="24"/>
    <w:semiHidden/>
    <w:rsid w:val="00532BA6"/>
    <w:p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zzHeadings"/>
    <w:next w:val="Standard"/>
    <w:link w:val="berschrift4Zchn"/>
    <w:uiPriority w:val="24"/>
    <w:semiHidden/>
    <w:rsid w:val="00532BA6"/>
    <w:p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zzHeadings"/>
    <w:next w:val="Standard"/>
    <w:link w:val="berschrift5Zchn"/>
    <w:uiPriority w:val="24"/>
    <w:semiHidden/>
    <w:rsid w:val="00532BA6"/>
    <w:pPr>
      <w:outlineLvl w:val="4"/>
    </w:pPr>
    <w:rPr>
      <w:rFonts w:eastAsiaTheme="majorEastAsia" w:cstheme="majorBidi"/>
    </w:rPr>
  </w:style>
  <w:style w:type="paragraph" w:styleId="berschrift6">
    <w:name w:val="heading 6"/>
    <w:basedOn w:val="zzHeadings"/>
    <w:next w:val="Standard"/>
    <w:link w:val="berschrift6Zchn"/>
    <w:uiPriority w:val="24"/>
    <w:semiHidden/>
    <w:rsid w:val="00532BA6"/>
    <w:pPr>
      <w:outlineLvl w:val="5"/>
    </w:pPr>
    <w:rPr>
      <w:rFonts w:eastAsiaTheme="majorEastAsia" w:cstheme="majorBidi"/>
    </w:rPr>
  </w:style>
  <w:style w:type="paragraph" w:styleId="berschrift7">
    <w:name w:val="heading 7"/>
    <w:basedOn w:val="zzHeadings"/>
    <w:next w:val="Standard"/>
    <w:link w:val="berschrift7Zchn"/>
    <w:uiPriority w:val="24"/>
    <w:semiHidden/>
    <w:rsid w:val="00532BA6"/>
    <w:pPr>
      <w:outlineLvl w:val="6"/>
    </w:pPr>
    <w:rPr>
      <w:rFonts w:eastAsiaTheme="majorEastAsia" w:cstheme="majorBidi"/>
      <w:iCs/>
    </w:rPr>
  </w:style>
  <w:style w:type="paragraph" w:styleId="berschrift8">
    <w:name w:val="heading 8"/>
    <w:basedOn w:val="zzHeadings"/>
    <w:next w:val="Standard"/>
    <w:link w:val="berschrift8Zchn"/>
    <w:uiPriority w:val="24"/>
    <w:semiHidden/>
    <w:rsid w:val="00465378"/>
    <w:pPr>
      <w:outlineLvl w:val="7"/>
    </w:pPr>
    <w:rPr>
      <w:rFonts w:eastAsiaTheme="majorEastAsia" w:cstheme="majorBidi"/>
    </w:rPr>
  </w:style>
  <w:style w:type="paragraph" w:styleId="berschrift9">
    <w:name w:val="heading 9"/>
    <w:basedOn w:val="zzHeadings"/>
    <w:next w:val="Standard"/>
    <w:link w:val="berschrift9Zchn"/>
    <w:uiPriority w:val="24"/>
    <w:semiHidden/>
    <w:rsid w:val="00532BA6"/>
    <w:pPr>
      <w:outlineLvl w:val="8"/>
    </w:pPr>
    <w:rPr>
      <w:rFonts w:eastAsiaTheme="majorEastAsia" w:cstheme="majorBidi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semiHidden/>
    <w:qFormat/>
    <w:rsid w:val="004628C3"/>
  </w:style>
  <w:style w:type="paragraph" w:customStyle="1" w:styleId="zzHeaderFooter">
    <w:name w:val="zz_HeaderFooter"/>
    <w:basedOn w:val="Standard"/>
    <w:uiPriority w:val="99"/>
    <w:rsid w:val="00281047"/>
    <w:pPr>
      <w:spacing w:line="220" w:lineRule="atLeast"/>
    </w:pPr>
    <w:rPr>
      <w:spacing w:val="1"/>
      <w:sz w:val="14"/>
    </w:rPr>
  </w:style>
  <w:style w:type="paragraph" w:customStyle="1" w:styleId="zzHeadings">
    <w:name w:val="zz_Headings"/>
    <w:basedOn w:val="Standard"/>
    <w:uiPriority w:val="99"/>
    <w:rsid w:val="004628C3"/>
    <w:pPr>
      <w:keepNext/>
      <w:keepLines/>
      <w:suppressAutoHyphens/>
    </w:pPr>
    <w:rPr>
      <w:rFonts w:asciiTheme="majorHAnsi" w:hAnsiTheme="majorHAnsi"/>
      <w:b/>
    </w:rPr>
  </w:style>
  <w:style w:type="paragraph" w:customStyle="1" w:styleId="zzPreprint">
    <w:name w:val="zz_Preprint"/>
    <w:basedOn w:val="zzHeaderFooter"/>
    <w:uiPriority w:val="99"/>
    <w:rsid w:val="004628C3"/>
    <w:rPr>
      <w:color w:val="BFBFBF"/>
    </w:rPr>
  </w:style>
  <w:style w:type="table" w:styleId="Tabellenraster">
    <w:name w:val="Table Grid"/>
    <w:basedOn w:val="NormaleTabelle"/>
    <w:uiPriority w:val="59"/>
    <w:rsid w:val="00D946A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zzHeaderFooter"/>
    <w:link w:val="KopfzeileZchn"/>
    <w:uiPriority w:val="99"/>
    <w:rsid w:val="00D923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315"/>
    <w:rPr>
      <w:kern w:val="12"/>
    </w:rPr>
  </w:style>
  <w:style w:type="paragraph" w:styleId="Fuzeile">
    <w:name w:val="footer"/>
    <w:basedOn w:val="zzHeaderFooter"/>
    <w:link w:val="FuzeileZchn"/>
    <w:rsid w:val="00D923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315"/>
    <w:rPr>
      <w:kern w:val="12"/>
    </w:rPr>
  </w:style>
  <w:style w:type="table" w:customStyle="1" w:styleId="LayoutTable">
    <w:name w:val="Layout Table"/>
    <w:basedOn w:val="NormaleTabelle"/>
    <w:uiPriority w:val="99"/>
    <w:rsid w:val="00D946A4"/>
    <w:rPr>
      <w:kern w:val="12"/>
    </w:rPr>
    <w:tblPr>
      <w:tblCellMar>
        <w:left w:w="0" w:type="dxa"/>
        <w:right w:w="0" w:type="dxa"/>
      </w:tblCellMar>
    </w:tblPr>
  </w:style>
  <w:style w:type="table" w:customStyle="1" w:styleId="AddressTable">
    <w:name w:val="Address Table"/>
    <w:basedOn w:val="NormaleTabelle"/>
    <w:uiPriority w:val="99"/>
    <w:rsid w:val="00953812"/>
    <w:pPr>
      <w:contextualSpacing/>
    </w:pPr>
    <w:rPr>
      <w:kern w:val="12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basedOn w:val="Absatz-Standardschriftart"/>
    <w:uiPriority w:val="99"/>
    <w:rsid w:val="00C413D7"/>
    <w:rPr>
      <w:color w:val="808080"/>
    </w:rPr>
  </w:style>
  <w:style w:type="paragraph" w:styleId="Aufzhlungszeichen">
    <w:name w:val="List Bullet"/>
    <w:basedOn w:val="Listenabsatz"/>
    <w:uiPriority w:val="4"/>
    <w:qFormat/>
    <w:rsid w:val="004F0F3A"/>
    <w:pPr>
      <w:numPr>
        <w:numId w:val="7"/>
      </w:numPr>
      <w:contextualSpacing/>
    </w:pPr>
    <w:rPr>
      <w:rFonts w:eastAsiaTheme="minorHAnsi"/>
      <w:lang w:eastAsia="en-US"/>
    </w:rPr>
  </w:style>
  <w:style w:type="paragraph" w:styleId="Listennummer">
    <w:name w:val="List Number"/>
    <w:basedOn w:val="Listenabsatz"/>
    <w:uiPriority w:val="5"/>
    <w:qFormat/>
    <w:rsid w:val="004F0F3A"/>
    <w:pPr>
      <w:numPr>
        <w:numId w:val="8"/>
      </w:numPr>
    </w:pPr>
    <w:rPr>
      <w:rFonts w:eastAsiaTheme="minorHAnsi"/>
      <w:lang w:eastAsia="en-US"/>
    </w:rPr>
  </w:style>
  <w:style w:type="numbering" w:customStyle="1" w:styleId="NumberedListSettings">
    <w:name w:val="Numbered List Settings"/>
    <w:uiPriority w:val="99"/>
    <w:rsid w:val="004F0F3A"/>
    <w:pPr>
      <w:numPr>
        <w:numId w:val="1"/>
      </w:numPr>
    </w:pPr>
  </w:style>
  <w:style w:type="numbering" w:customStyle="1" w:styleId="BulletListSettings">
    <w:name w:val="Bullet List Settings"/>
    <w:uiPriority w:val="99"/>
    <w:rsid w:val="004F0F3A"/>
    <w:pPr>
      <w:numPr>
        <w:numId w:val="3"/>
      </w:numPr>
    </w:pPr>
  </w:style>
  <w:style w:type="paragraph" w:customStyle="1" w:styleId="Infotext">
    <w:name w:val="Infotext"/>
    <w:basedOn w:val="zzHeaderFooter"/>
    <w:uiPriority w:val="9"/>
    <w:qFormat/>
    <w:rsid w:val="00021909"/>
    <w:pPr>
      <w:tabs>
        <w:tab w:val="left" w:pos="170"/>
      </w:tabs>
    </w:pPr>
    <w:rPr>
      <w:rFonts w:eastAsiaTheme="minorHAnsi"/>
      <w:lang w:eastAsia="en-US"/>
    </w:rPr>
  </w:style>
  <w:style w:type="character" w:styleId="BesuchterLink">
    <w:name w:val="FollowedHyperlink"/>
    <w:basedOn w:val="Absatz-Standardschriftart"/>
    <w:uiPriority w:val="99"/>
    <w:rsid w:val="009360AE"/>
    <w:rPr>
      <w:color w:val="auto"/>
      <w:u w:val="single"/>
    </w:rPr>
  </w:style>
  <w:style w:type="character" w:styleId="Hyperlink">
    <w:name w:val="Hyperlink"/>
    <w:basedOn w:val="Absatz-Standardschriftart"/>
    <w:rsid w:val="009360AE"/>
    <w:rPr>
      <w:color w:val="auto"/>
      <w:u w:val="single"/>
    </w:rPr>
  </w:style>
  <w:style w:type="paragraph" w:styleId="Umschlagabsenderadresse">
    <w:name w:val="envelope return"/>
    <w:aliases w:val="zz_ReturnAddress"/>
    <w:basedOn w:val="zzHeaderFooter"/>
    <w:next w:val="Kopfzeile"/>
    <w:uiPriority w:val="99"/>
    <w:rsid w:val="00A87B5E"/>
    <w:pPr>
      <w:framePr w:w="4820" w:wrap="notBeside" w:hAnchor="margin" w:y="-509" w:anchorLock="1"/>
      <w:tabs>
        <w:tab w:val="left" w:pos="284"/>
        <w:tab w:val="left" w:pos="567"/>
      </w:tabs>
      <w:suppressAutoHyphens/>
    </w:pPr>
    <w:rPr>
      <w:rFonts w:eastAsiaTheme="majorEastAsia" w:cstheme="majorBidi"/>
      <w:sz w:val="13"/>
      <w:lang w:eastAsia="en-US"/>
    </w:rPr>
  </w:style>
  <w:style w:type="paragraph" w:styleId="Umschlagadresse">
    <w:name w:val="envelope address"/>
    <w:basedOn w:val="Standard"/>
    <w:uiPriority w:val="99"/>
    <w:semiHidden/>
    <w:unhideWhenUsed/>
    <w:rsid w:val="00C41EBE"/>
    <w:pPr>
      <w:framePr w:w="4320" w:h="2160" w:hRule="exact" w:hSpace="141" w:wrap="auto" w:hAnchor="page" w:xAlign="center" w:yAlign="bottom"/>
      <w:spacing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Titel">
    <w:name w:val="Title"/>
    <w:aliases w:val="Betreff"/>
    <w:basedOn w:val="zzHeadings"/>
    <w:next w:val="Standard"/>
    <w:link w:val="TitelZchn"/>
    <w:uiPriority w:val="19"/>
    <w:qFormat/>
    <w:rsid w:val="00553127"/>
    <w:pPr>
      <w:spacing w:before="540"/>
      <w:contextualSpacing/>
    </w:pPr>
    <w:rPr>
      <w:rFonts w:eastAsiaTheme="majorEastAsia" w:cstheme="majorBidi"/>
      <w:szCs w:val="56"/>
    </w:rPr>
  </w:style>
  <w:style w:type="character" w:customStyle="1" w:styleId="TitelZchn">
    <w:name w:val="Titel Zchn"/>
    <w:aliases w:val="Betreff Zchn"/>
    <w:basedOn w:val="Absatz-Standardschriftart"/>
    <w:link w:val="Titel"/>
    <w:uiPriority w:val="19"/>
    <w:rsid w:val="00553127"/>
    <w:rPr>
      <w:rFonts w:asciiTheme="majorHAnsi" w:eastAsiaTheme="majorEastAsia" w:hAnsiTheme="majorHAnsi" w:cstheme="majorBidi"/>
      <w:b/>
      <w:szCs w:val="56"/>
    </w:rPr>
  </w:style>
  <w:style w:type="paragraph" w:styleId="Untertitel">
    <w:name w:val="Subtitle"/>
    <w:basedOn w:val="zzHeadings"/>
    <w:next w:val="Standard"/>
    <w:link w:val="UntertitelZchn"/>
    <w:uiPriority w:val="19"/>
    <w:semiHidden/>
    <w:rsid w:val="00962AA5"/>
    <w:pPr>
      <w:numPr>
        <w:ilvl w:val="1"/>
      </w:numPr>
    </w:pPr>
  </w:style>
  <w:style w:type="character" w:customStyle="1" w:styleId="UntertitelZchn">
    <w:name w:val="Untertitel Zchn"/>
    <w:basedOn w:val="Absatz-Standardschriftart"/>
    <w:link w:val="Untertitel"/>
    <w:uiPriority w:val="19"/>
    <w:semiHidden/>
    <w:rsid w:val="009360AE"/>
    <w:rPr>
      <w:rFonts w:asciiTheme="majorHAnsi" w:hAnsiTheme="majorHAnsi"/>
      <w:b/>
      <w:kern w:val="13"/>
    </w:rPr>
  </w:style>
  <w:style w:type="paragraph" w:styleId="Zitat">
    <w:name w:val="Quote"/>
    <w:basedOn w:val="Standard"/>
    <w:next w:val="Standard"/>
    <w:link w:val="ZitatZchn"/>
    <w:uiPriority w:val="9"/>
    <w:semiHidden/>
    <w:rsid w:val="003E3825"/>
    <w:rPr>
      <w:i/>
      <w:iCs/>
    </w:rPr>
  </w:style>
  <w:style w:type="character" w:customStyle="1" w:styleId="ZitatZchn">
    <w:name w:val="Zitat Zchn"/>
    <w:basedOn w:val="Absatz-Standardschriftart"/>
    <w:link w:val="Zitat"/>
    <w:uiPriority w:val="9"/>
    <w:semiHidden/>
    <w:rsid w:val="009360AE"/>
    <w:rPr>
      <w:i/>
      <w:iCs/>
      <w:kern w:val="13"/>
    </w:rPr>
  </w:style>
  <w:style w:type="paragraph" w:styleId="Listenabsatz">
    <w:name w:val="List Paragraph"/>
    <w:basedOn w:val="Standard"/>
    <w:uiPriority w:val="6"/>
    <w:qFormat/>
    <w:rsid w:val="009169A4"/>
    <w:pPr>
      <w:keepLines/>
      <w:ind w:left="284"/>
    </w:pPr>
  </w:style>
  <w:style w:type="paragraph" w:styleId="Beschriftung">
    <w:name w:val="caption"/>
    <w:basedOn w:val="Standard"/>
    <w:next w:val="Standard"/>
    <w:uiPriority w:val="9"/>
    <w:semiHidden/>
    <w:rsid w:val="007F611A"/>
    <w:pPr>
      <w:keepLines/>
    </w:pPr>
    <w:rPr>
      <w:i/>
      <w:iCs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24"/>
    <w:rsid w:val="00465378"/>
    <w:rPr>
      <w:rFonts w:asciiTheme="majorHAnsi" w:eastAsiaTheme="majorEastAsia" w:hAnsiTheme="majorHAnsi" w:cstheme="majorBidi"/>
      <w:b/>
      <w:kern w:val="1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rsid w:val="007F611A"/>
    <w:pPr>
      <w:outlineLvl w:val="9"/>
    </w:pPr>
  </w:style>
  <w:style w:type="paragraph" w:styleId="Verzeichnis1">
    <w:name w:val="toc 1"/>
    <w:basedOn w:val="Standard"/>
    <w:next w:val="Standard"/>
    <w:uiPriority w:val="39"/>
    <w:semiHidden/>
    <w:rsid w:val="00933F21"/>
  </w:style>
  <w:style w:type="paragraph" w:styleId="Verzeichnis2">
    <w:name w:val="toc 2"/>
    <w:basedOn w:val="Verzeichnis1"/>
    <w:next w:val="Standard"/>
    <w:uiPriority w:val="39"/>
    <w:semiHidden/>
    <w:rsid w:val="00933F21"/>
    <w:pPr>
      <w:ind w:left="221"/>
    </w:pPr>
  </w:style>
  <w:style w:type="paragraph" w:styleId="Verzeichnis3">
    <w:name w:val="toc 3"/>
    <w:basedOn w:val="Verzeichnis2"/>
    <w:next w:val="Standard"/>
    <w:uiPriority w:val="39"/>
    <w:semiHidden/>
    <w:rsid w:val="00933F21"/>
    <w:pPr>
      <w:ind w:left="442"/>
    </w:pPr>
  </w:style>
  <w:style w:type="paragraph" w:styleId="Verzeichnis5">
    <w:name w:val="toc 5"/>
    <w:basedOn w:val="Verzeichnis4"/>
    <w:next w:val="Standard"/>
    <w:uiPriority w:val="39"/>
    <w:semiHidden/>
    <w:rsid w:val="00933F21"/>
    <w:pPr>
      <w:ind w:left="879"/>
    </w:pPr>
  </w:style>
  <w:style w:type="paragraph" w:styleId="Verzeichnis6">
    <w:name w:val="toc 6"/>
    <w:basedOn w:val="Verzeichnis5"/>
    <w:next w:val="Standard"/>
    <w:uiPriority w:val="39"/>
    <w:semiHidden/>
    <w:rsid w:val="00933F21"/>
    <w:pPr>
      <w:ind w:left="1100"/>
    </w:pPr>
  </w:style>
  <w:style w:type="paragraph" w:styleId="Verzeichnis7">
    <w:name w:val="toc 7"/>
    <w:basedOn w:val="Verzeichnis6"/>
    <w:next w:val="Standard"/>
    <w:uiPriority w:val="39"/>
    <w:semiHidden/>
    <w:rsid w:val="00933F21"/>
    <w:pPr>
      <w:ind w:left="1321"/>
    </w:pPr>
  </w:style>
  <w:style w:type="paragraph" w:styleId="Verzeichnis8">
    <w:name w:val="toc 8"/>
    <w:basedOn w:val="Verzeichnis7"/>
    <w:next w:val="Standard"/>
    <w:uiPriority w:val="39"/>
    <w:semiHidden/>
    <w:rsid w:val="00933F21"/>
    <w:pPr>
      <w:ind w:left="1542"/>
    </w:pPr>
  </w:style>
  <w:style w:type="paragraph" w:styleId="Verzeichnis9">
    <w:name w:val="toc 9"/>
    <w:basedOn w:val="Verzeichnis8"/>
    <w:next w:val="Standard"/>
    <w:uiPriority w:val="39"/>
    <w:semiHidden/>
    <w:rsid w:val="00933F21"/>
    <w:pPr>
      <w:ind w:left="1758"/>
    </w:pPr>
  </w:style>
  <w:style w:type="paragraph" w:styleId="Verzeichnis4">
    <w:name w:val="toc 4"/>
    <w:basedOn w:val="Verzeichnis3"/>
    <w:next w:val="Standard"/>
    <w:uiPriority w:val="39"/>
    <w:semiHidden/>
    <w:rsid w:val="00933F21"/>
    <w:pPr>
      <w:ind w:left="658"/>
    </w:pPr>
  </w:style>
  <w:style w:type="character" w:customStyle="1" w:styleId="berschrift2Zchn">
    <w:name w:val="Überschrift 2 Zchn"/>
    <w:basedOn w:val="Absatz-Standardschriftart"/>
    <w:link w:val="berschrift2"/>
    <w:uiPriority w:val="24"/>
    <w:semiHidden/>
    <w:rsid w:val="009360AE"/>
    <w:rPr>
      <w:rFonts w:asciiTheme="majorHAnsi" w:eastAsiaTheme="majorEastAsia" w:hAnsiTheme="majorHAnsi" w:cstheme="majorBidi"/>
      <w:b/>
      <w:kern w:val="13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4"/>
    <w:semiHidden/>
    <w:rsid w:val="009360AE"/>
    <w:rPr>
      <w:rFonts w:asciiTheme="majorHAnsi" w:eastAsiaTheme="majorEastAsia" w:hAnsiTheme="majorHAnsi" w:cstheme="majorBidi"/>
      <w:b/>
      <w:kern w:val="13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4"/>
    <w:semiHidden/>
    <w:rsid w:val="009360AE"/>
    <w:rPr>
      <w:rFonts w:asciiTheme="majorHAnsi" w:eastAsiaTheme="majorEastAsia" w:hAnsiTheme="majorHAnsi" w:cstheme="majorBidi"/>
      <w:b/>
      <w:iCs/>
      <w:kern w:val="13"/>
    </w:rPr>
  </w:style>
  <w:style w:type="character" w:customStyle="1" w:styleId="berschrift5Zchn">
    <w:name w:val="Überschrift 5 Zchn"/>
    <w:basedOn w:val="Absatz-Standardschriftart"/>
    <w:link w:val="berschrift5"/>
    <w:uiPriority w:val="24"/>
    <w:semiHidden/>
    <w:rsid w:val="009360AE"/>
    <w:rPr>
      <w:rFonts w:asciiTheme="majorHAnsi" w:eastAsiaTheme="majorEastAsia" w:hAnsiTheme="majorHAnsi" w:cstheme="majorBidi"/>
      <w:b/>
      <w:kern w:val="13"/>
    </w:rPr>
  </w:style>
  <w:style w:type="character" w:customStyle="1" w:styleId="berschrift6Zchn">
    <w:name w:val="Überschrift 6 Zchn"/>
    <w:basedOn w:val="Absatz-Standardschriftart"/>
    <w:link w:val="berschrift6"/>
    <w:uiPriority w:val="24"/>
    <w:semiHidden/>
    <w:rsid w:val="009360AE"/>
    <w:rPr>
      <w:rFonts w:asciiTheme="majorHAnsi" w:eastAsiaTheme="majorEastAsia" w:hAnsiTheme="majorHAnsi" w:cstheme="majorBidi"/>
      <w:b/>
      <w:kern w:val="13"/>
    </w:rPr>
  </w:style>
  <w:style w:type="character" w:customStyle="1" w:styleId="berschrift7Zchn">
    <w:name w:val="Überschrift 7 Zchn"/>
    <w:basedOn w:val="Absatz-Standardschriftart"/>
    <w:link w:val="berschrift7"/>
    <w:uiPriority w:val="24"/>
    <w:semiHidden/>
    <w:rsid w:val="009360AE"/>
    <w:rPr>
      <w:rFonts w:asciiTheme="majorHAnsi" w:eastAsiaTheme="majorEastAsia" w:hAnsiTheme="majorHAnsi" w:cstheme="majorBidi"/>
      <w:b/>
      <w:iCs/>
      <w:kern w:val="13"/>
    </w:rPr>
  </w:style>
  <w:style w:type="character" w:customStyle="1" w:styleId="berschrift8Zchn">
    <w:name w:val="Überschrift 8 Zchn"/>
    <w:basedOn w:val="Absatz-Standardschriftart"/>
    <w:link w:val="berschrift8"/>
    <w:uiPriority w:val="24"/>
    <w:semiHidden/>
    <w:rsid w:val="009360AE"/>
    <w:rPr>
      <w:rFonts w:asciiTheme="majorHAnsi" w:eastAsiaTheme="majorEastAsia" w:hAnsiTheme="majorHAnsi" w:cstheme="majorBidi"/>
      <w:b/>
      <w:kern w:val="13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24"/>
    <w:semiHidden/>
    <w:rsid w:val="009360AE"/>
    <w:rPr>
      <w:rFonts w:asciiTheme="majorHAnsi" w:eastAsiaTheme="majorEastAsia" w:hAnsiTheme="majorHAnsi" w:cstheme="majorBidi"/>
      <w:b/>
      <w:iCs/>
      <w:kern w:val="13"/>
      <w:szCs w:val="21"/>
    </w:rPr>
  </w:style>
  <w:style w:type="paragraph" w:styleId="Funotentext">
    <w:name w:val="footnote text"/>
    <w:basedOn w:val="Standard"/>
    <w:link w:val="FunotentextZchn"/>
    <w:uiPriority w:val="99"/>
    <w:semiHidden/>
    <w:rsid w:val="00C32871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360AE"/>
    <w:rPr>
      <w:kern w:val="13"/>
    </w:rPr>
  </w:style>
  <w:style w:type="character" w:styleId="Funotenzeichen">
    <w:name w:val="footnote reference"/>
    <w:basedOn w:val="Absatz-Standardschriftart"/>
    <w:uiPriority w:val="99"/>
    <w:semiHidden/>
    <w:rsid w:val="00C3287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rsid w:val="00C32871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360AE"/>
    <w:rPr>
      <w:kern w:val="13"/>
    </w:rPr>
  </w:style>
  <w:style w:type="character" w:styleId="Endnotenzeichen">
    <w:name w:val="endnote reference"/>
    <w:basedOn w:val="Absatz-Standardschriftart"/>
    <w:uiPriority w:val="99"/>
    <w:semiHidden/>
    <w:rsid w:val="00C32871"/>
    <w:rPr>
      <w:vertAlign w:val="superscript"/>
    </w:rPr>
  </w:style>
  <w:style w:type="paragraph" w:customStyle="1" w:styleId="zzFootnoteSeparator">
    <w:name w:val="zz_FootnoteSeparator"/>
    <w:basedOn w:val="Standard"/>
    <w:uiPriority w:val="99"/>
    <w:semiHidden/>
    <w:rsid w:val="00C32871"/>
    <w:pPr>
      <w:spacing w:line="240" w:lineRule="auto"/>
    </w:pPr>
  </w:style>
  <w:style w:type="paragraph" w:customStyle="1" w:styleId="zzFootnoteContinuationSeparator">
    <w:name w:val="zz_FootnoteContinuationSeparator"/>
    <w:basedOn w:val="zzFootnoteSeparator"/>
    <w:uiPriority w:val="99"/>
    <w:semiHidden/>
    <w:rsid w:val="00C32871"/>
  </w:style>
  <w:style w:type="paragraph" w:customStyle="1" w:styleId="zzFootnoteContinuationNote">
    <w:name w:val="zz_FootnoteContinuationNote"/>
    <w:basedOn w:val="Funotentext"/>
    <w:uiPriority w:val="99"/>
    <w:semiHidden/>
    <w:rsid w:val="00C32871"/>
    <w:pPr>
      <w:numPr>
        <w:numId w:val="4"/>
      </w:numPr>
    </w:pPr>
  </w:style>
  <w:style w:type="paragraph" w:customStyle="1" w:styleId="zzEndnoteSeparator">
    <w:name w:val="zz_EndnoteSeparator"/>
    <w:basedOn w:val="zzFootnoteSeparator"/>
    <w:uiPriority w:val="99"/>
    <w:semiHidden/>
    <w:rsid w:val="00591899"/>
  </w:style>
  <w:style w:type="paragraph" w:customStyle="1" w:styleId="zzEndnoteContinuationSeparator">
    <w:name w:val="zz_EndnoteContinuationSeparator"/>
    <w:basedOn w:val="zzEndnoteSeparator"/>
    <w:uiPriority w:val="99"/>
    <w:semiHidden/>
    <w:rsid w:val="00591899"/>
  </w:style>
  <w:style w:type="paragraph" w:customStyle="1" w:styleId="zzEndnoteContinuationNote">
    <w:name w:val="zz_EndnoteContinuationNote"/>
    <w:basedOn w:val="zzFootnoteContinuationNote"/>
    <w:uiPriority w:val="99"/>
    <w:semiHidden/>
    <w:rsid w:val="00591899"/>
  </w:style>
  <w:style w:type="character" w:styleId="Fett">
    <w:name w:val="Strong"/>
    <w:basedOn w:val="Absatz-Standardschriftart"/>
    <w:uiPriority w:val="2"/>
    <w:qFormat/>
    <w:rsid w:val="00430FE5"/>
    <w:rPr>
      <w:rFonts w:asciiTheme="majorHAnsi" w:hAnsiTheme="majorHAnsi"/>
      <w:b/>
      <w:bCs/>
    </w:rPr>
  </w:style>
  <w:style w:type="paragraph" w:customStyle="1" w:styleId="Infotextfett">
    <w:name w:val="Infotext fett"/>
    <w:basedOn w:val="Infotext"/>
    <w:uiPriority w:val="9"/>
    <w:qFormat/>
    <w:rsid w:val="00383179"/>
    <w:pPr>
      <w:framePr w:wrap="around" w:hAnchor="page" w:x="9368" w:y="2201"/>
    </w:pPr>
    <w:rPr>
      <w:rFonts w:asciiTheme="majorHAnsi" w:hAnsiTheme="majorHAnsi"/>
      <w:b/>
    </w:rPr>
  </w:style>
  <w:style w:type="paragraph" w:styleId="Textkrper">
    <w:name w:val="Body Text"/>
    <w:basedOn w:val="Standard"/>
    <w:link w:val="TextkrperZchn"/>
    <w:rsid w:val="00C55D1F"/>
    <w:pPr>
      <w:tabs>
        <w:tab w:val="left" w:pos="1701"/>
        <w:tab w:val="left" w:pos="6180"/>
      </w:tabs>
      <w:spacing w:line="260" w:lineRule="atLeast"/>
      <w:ind w:right="284"/>
    </w:pPr>
    <w:rPr>
      <w:rFonts w:ascii="Arial" w:eastAsia="Times New Roman" w:hAnsi="Arial" w:cs="Times New Roman"/>
      <w:kern w:val="0"/>
      <w:sz w:val="22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55D1F"/>
    <w:rPr>
      <w:rFonts w:ascii="Arial" w:eastAsia="Times New Roman" w:hAnsi="Arial" w:cs="Times New Roman"/>
      <w:sz w:val="22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5D5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6E5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6E5C"/>
    <w:rPr>
      <w:rFonts w:ascii="Segoe UI" w:hAnsi="Segoe UI" w:cs="Segoe UI"/>
      <w:kern w:val="12"/>
      <w:sz w:val="18"/>
      <w:szCs w:val="18"/>
    </w:rPr>
  </w:style>
  <w:style w:type="character" w:styleId="Seitenzahl">
    <w:name w:val="page number"/>
    <w:rsid w:val="00FA3413"/>
    <w:rPr>
      <w:rFonts w:ascii="Arial" w:hAnsi="Arial"/>
      <w:color w:val="80808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hs-augsburg.de/Service/Datenschutz.html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irsch\Downloads\THA-Briefvorlage-Abt-II-Finanzen-A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392487679654E3EA206306D9FEF8C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774764-BD13-46A7-8133-3C8832212923}"/>
      </w:docPartPr>
      <w:docPartBody>
        <w:p w:rsidR="00540870" w:rsidRDefault="00540870">
          <w:pPr>
            <w:pStyle w:val="A392487679654E3EA206306D9FEF8C69"/>
          </w:pPr>
          <w:r>
            <w:rPr>
              <w:rStyle w:val="Platzhaltertext"/>
            </w:rPr>
            <w:t>[TT.MM.JJJJ]</w:t>
          </w:r>
        </w:p>
      </w:docPartBody>
    </w:docPart>
    <w:docPart>
      <w:docPartPr>
        <w:name w:val="130898EB00E54CE8BDE80BD8ADD8F9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868635-C6CA-401D-B659-8A378654EDE3}"/>
      </w:docPartPr>
      <w:docPartBody>
        <w:p w:rsidR="00540870" w:rsidRDefault="00540870">
          <w:pPr>
            <w:pStyle w:val="130898EB00E54CE8BDE80BD8ADD8F943"/>
          </w:pPr>
          <w:r w:rsidRPr="0061120F">
            <w:rPr>
              <w:rStyle w:val="Platzhaltertext"/>
            </w:rPr>
            <w:t>[T</w:t>
          </w:r>
          <w:r>
            <w:rPr>
              <w:rStyle w:val="Platzhaltertext"/>
            </w:rPr>
            <w:t>T</w:t>
          </w:r>
          <w:r w:rsidRPr="0061120F">
            <w:rPr>
              <w:rStyle w:val="Platzhaltertext"/>
            </w:rPr>
            <w:t>.</w:t>
          </w:r>
          <w:r>
            <w:rPr>
              <w:rStyle w:val="Platzhaltertext"/>
            </w:rPr>
            <w:t>MM.</w:t>
          </w:r>
          <w:r w:rsidRPr="0061120F">
            <w:rPr>
              <w:rStyle w:val="Platzhaltertext"/>
            </w:rPr>
            <w:t>JJJJ]</w:t>
          </w:r>
        </w:p>
      </w:docPartBody>
    </w:docPart>
    <w:docPart>
      <w:docPartPr>
        <w:name w:val="C0052FCE712F460FA1BBDEF117FB3A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75C599-54F2-4FDF-A0FE-34043D206EAB}"/>
      </w:docPartPr>
      <w:docPartBody>
        <w:p w:rsidR="00540870" w:rsidRDefault="00540870">
          <w:pPr>
            <w:pStyle w:val="C0052FCE712F460FA1BBDEF117FB3A5A"/>
          </w:pPr>
          <w:r w:rsidRPr="007F6313">
            <w:rPr>
              <w:rStyle w:val="Platzhaltertext"/>
            </w:rPr>
            <w:t xml:space="preserve">[Betreff </w:t>
          </w:r>
          <w:r>
            <w:rPr>
              <w:rStyle w:val="Platzhaltertext"/>
            </w:rPr>
            <w:t>(Titel-Eigenschaft; Zeilenwechsel erlaubt, wird aber nicht übernommen)</w:t>
          </w:r>
          <w:r w:rsidRPr="007F6313">
            <w:rPr>
              <w:rStyle w:val="Platzhaltertext"/>
            </w:rPr>
            <w:t>]</w:t>
          </w:r>
        </w:p>
      </w:docPartBody>
    </w:docPart>
    <w:docPart>
      <w:docPartPr>
        <w:name w:val="F5D516F703A74449AEA4046079779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A234CD-4C3E-4839-8E34-4D0F86DCD8B0}"/>
      </w:docPartPr>
      <w:docPartBody>
        <w:p w:rsidR="00000000" w:rsidRDefault="00647235" w:rsidP="00647235">
          <w:pPr>
            <w:pStyle w:val="F5D516F703A74449AEA40460797794CA"/>
          </w:pPr>
          <w:r w:rsidRPr="004F099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1C1B4419005144819081A37350DA3A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29A9C-81A7-40D7-B879-3864AC2186DC}"/>
      </w:docPartPr>
      <w:docPartBody>
        <w:p w:rsidR="00000000" w:rsidRDefault="00647235" w:rsidP="00647235">
          <w:pPr>
            <w:pStyle w:val="1C1B4419005144819081A37350DA3AB1"/>
          </w:pPr>
          <w:r w:rsidRPr="004F099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70"/>
    <w:rsid w:val="00540870"/>
    <w:rsid w:val="00647235"/>
    <w:rsid w:val="0083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47235"/>
    <w:rPr>
      <w:color w:val="808080"/>
    </w:rPr>
  </w:style>
  <w:style w:type="paragraph" w:customStyle="1" w:styleId="A392487679654E3EA206306D9FEF8C69">
    <w:name w:val="A392487679654E3EA206306D9FEF8C69"/>
  </w:style>
  <w:style w:type="paragraph" w:customStyle="1" w:styleId="130898EB00E54CE8BDE80BD8ADD8F943">
    <w:name w:val="130898EB00E54CE8BDE80BD8ADD8F943"/>
  </w:style>
  <w:style w:type="paragraph" w:customStyle="1" w:styleId="C0052FCE712F460FA1BBDEF117FB3A5A">
    <w:name w:val="C0052FCE712F460FA1BBDEF117FB3A5A"/>
  </w:style>
  <w:style w:type="paragraph" w:customStyle="1" w:styleId="F5D516F703A74449AEA40460797794CA">
    <w:name w:val="F5D516F703A74449AEA40460797794CA"/>
    <w:rsid w:val="00647235"/>
  </w:style>
  <w:style w:type="paragraph" w:customStyle="1" w:styleId="1C1B4419005144819081A37350DA3AB1">
    <w:name w:val="1C1B4419005144819081A37350DA3AB1"/>
    <w:rsid w:val="006472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lIns="0" tIns="0" rIns="0" bIns="0" rtlCol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??.??.2024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42C34C-9D3B-4F6E-9833-9D6009BA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THA-Briefvorlage-Abt-II-Finanzen-Arial.dotx</Template>
  <TotalTime>0</TotalTime>
  <Pages>2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Aufforderung zur Abgabe eines Angebots
(Unterschwellenvergabeordnung – UVgO)
Angebot für die Leistung „Führungskräfteentwicklung“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Angebotsanfrage</dc:title>
  <dc:subject/>
  <dc:creator>Daniela Hirsch</dc:creator>
  <cp:keywords/>
  <dc:description/>
  <cp:lastModifiedBy>Daniela Hirsch</cp:lastModifiedBy>
  <cp:revision>13</cp:revision>
  <cp:lastPrinted>2023-11-14T09:41:00Z</cp:lastPrinted>
  <dcterms:created xsi:type="dcterms:W3CDTF">2024-01-15T06:12:00Z</dcterms:created>
  <dcterms:modified xsi:type="dcterms:W3CDTF">2024-10-08T12:50:00Z</dcterms:modified>
</cp:coreProperties>
</file>